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0A0"/>
      </w:tblPr>
      <w:tblGrid>
        <w:gridCol w:w="5016"/>
        <w:gridCol w:w="5157"/>
      </w:tblGrid>
      <w:tr w:rsidR="001C4A1D" w:rsidTr="007257F5">
        <w:trPr>
          <w:trHeight w:val="1833"/>
        </w:trPr>
        <w:tc>
          <w:tcPr>
            <w:tcW w:w="5016" w:type="dxa"/>
          </w:tcPr>
          <w:p w:rsidR="001C4A1D" w:rsidRDefault="001C4A1D" w:rsidP="007257F5">
            <w:pPr>
              <w:keepNext/>
              <w:tabs>
                <w:tab w:val="left" w:pos="900"/>
                <w:tab w:val="center" w:pos="2939"/>
              </w:tabs>
              <w:spacing w:line="276" w:lineRule="auto"/>
              <w:ind w:right="-337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218.4pt;margin-top:3.55pt;width:58.5pt;height:1in;z-index:-251658240;visibility:visible">
                  <v:imagedata r:id="rId5" o:title="" gain="192753f" blacklevel="3932f"/>
                </v:shape>
              </w:pict>
            </w:r>
            <w:r>
              <w:rPr>
                <w:b/>
                <w:sz w:val="20"/>
                <w:szCs w:val="20"/>
                <w:lang w:eastAsia="en-US"/>
              </w:rPr>
              <w:t>ИСПОЛНИТЕЛЬНЫЙ КОМИТЕТ</w:t>
            </w:r>
          </w:p>
          <w:p w:rsidR="001C4A1D" w:rsidRDefault="001C4A1D" w:rsidP="007257F5">
            <w:pPr>
              <w:keepNext/>
              <w:tabs>
                <w:tab w:val="left" w:pos="900"/>
                <w:tab w:val="center" w:pos="2939"/>
              </w:tabs>
              <w:spacing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РЫБНО-СЛОБОДСКОГО</w:t>
            </w:r>
          </w:p>
          <w:p w:rsidR="001C4A1D" w:rsidRDefault="001C4A1D" w:rsidP="007257F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МУНИЦИПАЛЬНОГО РАЙОНА</w:t>
            </w:r>
          </w:p>
          <w:p w:rsidR="001C4A1D" w:rsidRDefault="001C4A1D" w:rsidP="007257F5">
            <w:pPr>
              <w:keepNext/>
              <w:spacing w:line="276" w:lineRule="auto"/>
              <w:jc w:val="center"/>
              <w:outlineLvl w:val="7"/>
              <w:rPr>
                <w:b/>
                <w:sz w:val="20"/>
                <w:szCs w:val="20"/>
                <w:lang w:val="tt-RU" w:eastAsia="en-US"/>
              </w:rPr>
            </w:pPr>
            <w:r>
              <w:rPr>
                <w:b/>
                <w:sz w:val="20"/>
                <w:szCs w:val="20"/>
                <w:lang w:val="tt-RU" w:eastAsia="en-US"/>
              </w:rPr>
              <w:t>РЕСПУБЛИКИ ТАТАРСТАН</w:t>
            </w:r>
          </w:p>
          <w:p w:rsidR="001C4A1D" w:rsidRDefault="001C4A1D" w:rsidP="007257F5">
            <w:pPr>
              <w:spacing w:line="276" w:lineRule="auto"/>
              <w:jc w:val="center"/>
              <w:rPr>
                <w:b/>
                <w:sz w:val="14"/>
                <w:lang w:val="tt-RU" w:eastAsia="en-US"/>
              </w:rPr>
            </w:pPr>
          </w:p>
          <w:p w:rsidR="001C4A1D" w:rsidRDefault="001C4A1D" w:rsidP="007257F5">
            <w:pPr>
              <w:spacing w:line="276" w:lineRule="auto"/>
              <w:jc w:val="center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5157" w:type="dxa"/>
          </w:tcPr>
          <w:p w:rsidR="001C4A1D" w:rsidRDefault="001C4A1D" w:rsidP="007257F5">
            <w:pPr>
              <w:tabs>
                <w:tab w:val="left" w:pos="459"/>
              </w:tabs>
              <w:spacing w:line="276" w:lineRule="auto"/>
              <w:jc w:val="center"/>
              <w:rPr>
                <w:b/>
                <w:sz w:val="20"/>
                <w:szCs w:val="20"/>
                <w:lang w:val="tt-RU" w:eastAsia="en-US"/>
              </w:rPr>
            </w:pPr>
            <w:r>
              <w:rPr>
                <w:b/>
                <w:sz w:val="20"/>
                <w:szCs w:val="20"/>
                <w:lang w:val="tt-RU" w:eastAsia="en-US"/>
              </w:rPr>
              <w:t>ТАТАРСТАН РЕСПУБЛИКАСЫ</w:t>
            </w:r>
          </w:p>
          <w:p w:rsidR="001C4A1D" w:rsidRDefault="001C4A1D" w:rsidP="007257F5">
            <w:pPr>
              <w:spacing w:line="276" w:lineRule="auto"/>
              <w:jc w:val="center"/>
              <w:rPr>
                <w:b/>
                <w:sz w:val="20"/>
                <w:szCs w:val="20"/>
                <w:lang w:val="tt-RU" w:eastAsia="en-US"/>
              </w:rPr>
            </w:pPr>
            <w:r>
              <w:rPr>
                <w:b/>
                <w:sz w:val="20"/>
                <w:szCs w:val="20"/>
                <w:lang w:val="tt-RU" w:eastAsia="en-US"/>
              </w:rPr>
              <w:t>БАЛЫК БИСТӘСЕ</w:t>
            </w:r>
          </w:p>
          <w:p w:rsidR="001C4A1D" w:rsidRDefault="001C4A1D" w:rsidP="007257F5">
            <w:pPr>
              <w:spacing w:line="276" w:lineRule="auto"/>
              <w:jc w:val="center"/>
              <w:rPr>
                <w:b/>
                <w:sz w:val="20"/>
                <w:szCs w:val="20"/>
                <w:lang w:val="tt-RU" w:eastAsia="en-US"/>
              </w:rPr>
            </w:pPr>
            <w:r>
              <w:rPr>
                <w:b/>
                <w:sz w:val="20"/>
                <w:szCs w:val="20"/>
                <w:lang w:val="tt-RU" w:eastAsia="en-US"/>
              </w:rPr>
              <w:t>МУНИ</w:t>
            </w:r>
            <w:r>
              <w:rPr>
                <w:b/>
                <w:sz w:val="20"/>
                <w:szCs w:val="20"/>
                <w:lang w:eastAsia="en-US"/>
              </w:rPr>
              <w:t>ЦИПАЛЬ</w:t>
            </w:r>
            <w:r>
              <w:rPr>
                <w:b/>
                <w:sz w:val="20"/>
                <w:szCs w:val="20"/>
                <w:lang w:val="tt-RU" w:eastAsia="en-US"/>
              </w:rPr>
              <w:t xml:space="preserve">  РАЙОНЫНЫҢ</w:t>
            </w:r>
          </w:p>
          <w:p w:rsidR="001C4A1D" w:rsidRDefault="001C4A1D" w:rsidP="007257F5">
            <w:pPr>
              <w:keepNext/>
              <w:spacing w:line="276" w:lineRule="auto"/>
              <w:jc w:val="center"/>
              <w:outlineLvl w:val="1"/>
              <w:rPr>
                <w:sz w:val="20"/>
                <w:lang w:val="tt-RU" w:eastAsia="en-US"/>
              </w:rPr>
            </w:pPr>
            <w:r>
              <w:rPr>
                <w:b/>
                <w:sz w:val="20"/>
                <w:lang w:val="tt-RU" w:eastAsia="en-US"/>
              </w:rPr>
              <w:t>БАШКАРМА КОМИТЕТЫ</w:t>
            </w:r>
          </w:p>
          <w:p w:rsidR="001C4A1D" w:rsidRDefault="001C4A1D" w:rsidP="007257F5">
            <w:pPr>
              <w:spacing w:line="276" w:lineRule="auto"/>
              <w:rPr>
                <w:sz w:val="20"/>
                <w:szCs w:val="20"/>
                <w:lang w:val="tt-RU" w:eastAsia="en-US"/>
              </w:rPr>
            </w:pPr>
          </w:p>
        </w:tc>
      </w:tr>
      <w:tr w:rsidR="001C4A1D" w:rsidTr="007257F5">
        <w:trPr>
          <w:cantSplit/>
        </w:trPr>
        <w:tc>
          <w:tcPr>
            <w:tcW w:w="10173" w:type="dxa"/>
            <w:gridSpan w:val="2"/>
          </w:tcPr>
          <w:p w:rsidR="001C4A1D" w:rsidRDefault="001C4A1D" w:rsidP="007257F5">
            <w:pPr>
              <w:tabs>
                <w:tab w:val="left" w:pos="459"/>
              </w:tabs>
              <w:spacing w:line="276" w:lineRule="auto"/>
              <w:jc w:val="center"/>
              <w:rPr>
                <w:bCs/>
                <w:sz w:val="20"/>
                <w:szCs w:val="20"/>
                <w:lang w:val="tt-RU" w:eastAsia="en-US"/>
              </w:rPr>
            </w:pPr>
          </w:p>
        </w:tc>
      </w:tr>
    </w:tbl>
    <w:p w:rsidR="001C4A1D" w:rsidRDefault="001C4A1D" w:rsidP="00715D1A">
      <w:pPr>
        <w:ind w:left="-57"/>
        <w:rPr>
          <w:sz w:val="4"/>
          <w:lang w:val="tt-RU"/>
        </w:rPr>
      </w:pPr>
    </w:p>
    <w:p w:rsidR="001C4A1D" w:rsidRDefault="001C4A1D" w:rsidP="00715D1A">
      <w:pPr>
        <w:ind w:left="-57"/>
        <w:rPr>
          <w:lang w:val="tt-RU"/>
        </w:rPr>
      </w:pPr>
      <w:r>
        <w:rPr>
          <w:noProof/>
        </w:rPr>
        <w:pict>
          <v:line id="Прямая соединительная линия 133" o:spid="_x0000_s1027" style="position:absolute;left:0;text-align:left;z-index:251659264;visibility:visible;mso-wrap-distance-top:-1e-4mm;mso-wrap-distance-bottom:-1e-4mm" from="13.8pt,.45pt" to="493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" strokeweight="1.75pt"/>
        </w:pict>
      </w:r>
    </w:p>
    <w:tbl>
      <w:tblPr>
        <w:tblW w:w="9674" w:type="dxa"/>
        <w:jc w:val="center"/>
        <w:tblLook w:val="00A0"/>
      </w:tblPr>
      <w:tblGrid>
        <w:gridCol w:w="4838"/>
        <w:gridCol w:w="4836"/>
      </w:tblGrid>
      <w:tr w:rsidR="001C4A1D" w:rsidTr="007257F5">
        <w:trPr>
          <w:trHeight w:val="321"/>
          <w:jc w:val="center"/>
        </w:trPr>
        <w:tc>
          <w:tcPr>
            <w:tcW w:w="4838" w:type="dxa"/>
          </w:tcPr>
          <w:p w:rsidR="001C4A1D" w:rsidRDefault="001C4A1D" w:rsidP="007257F5">
            <w:pPr>
              <w:keepNext/>
              <w:spacing w:line="276" w:lineRule="auto"/>
              <w:jc w:val="center"/>
              <w:outlineLvl w:val="0"/>
              <w:rPr>
                <w:sz w:val="20"/>
                <w:szCs w:val="20"/>
                <w:lang w:val="tt-RU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ПОСТАНОВЛЕНИЕ</w:t>
            </w:r>
          </w:p>
        </w:tc>
        <w:tc>
          <w:tcPr>
            <w:tcW w:w="4836" w:type="dxa"/>
          </w:tcPr>
          <w:p w:rsidR="001C4A1D" w:rsidRDefault="001C4A1D" w:rsidP="007257F5">
            <w:pPr>
              <w:keepNext/>
              <w:spacing w:line="276" w:lineRule="auto"/>
              <w:jc w:val="center"/>
              <w:outlineLvl w:val="1"/>
              <w:rPr>
                <w:sz w:val="20"/>
                <w:lang w:val="tt-RU" w:eastAsia="en-US"/>
              </w:rPr>
            </w:pPr>
            <w:r>
              <w:rPr>
                <w:b/>
                <w:sz w:val="20"/>
                <w:lang w:val="tt-RU" w:eastAsia="en-US"/>
              </w:rPr>
              <w:t>КАРАР</w:t>
            </w:r>
          </w:p>
        </w:tc>
      </w:tr>
    </w:tbl>
    <w:p w:rsidR="001C4A1D" w:rsidRDefault="001C4A1D" w:rsidP="00715D1A">
      <w:pPr>
        <w:rPr>
          <w:sz w:val="20"/>
          <w:szCs w:val="20"/>
          <w:lang w:val="tt-RU"/>
        </w:rPr>
      </w:pPr>
      <w:r>
        <w:rPr>
          <w:sz w:val="20"/>
          <w:szCs w:val="20"/>
          <w:lang w:val="tt-RU"/>
        </w:rPr>
        <w:t xml:space="preserve">                                         28.12.2019                          пгт. Рыбная Слобода                     </w:t>
      </w:r>
      <w:bookmarkStart w:id="0" w:name="_GoBack"/>
      <w:bookmarkEnd w:id="0"/>
      <w:r>
        <w:rPr>
          <w:sz w:val="20"/>
          <w:szCs w:val="20"/>
          <w:lang w:val="tt-RU"/>
        </w:rPr>
        <w:t xml:space="preserve">№ 337пи </w:t>
      </w:r>
    </w:p>
    <w:p w:rsidR="001C4A1D" w:rsidRDefault="001C4A1D" w:rsidP="00715D1A">
      <w:pPr>
        <w:jc w:val="both"/>
      </w:pPr>
    </w:p>
    <w:p w:rsidR="001C4A1D" w:rsidRDefault="001C4A1D" w:rsidP="00715D1A">
      <w:pPr>
        <w:jc w:val="both"/>
      </w:pPr>
    </w:p>
    <w:p w:rsidR="001C4A1D" w:rsidRPr="00715D1A" w:rsidRDefault="001C4A1D" w:rsidP="00715D1A">
      <w:pPr>
        <w:ind w:right="5968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 организации отдыха детей и молодежи в 2020 году</w:t>
      </w: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keepNext/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15D1A">
        <w:rPr>
          <w:sz w:val="28"/>
          <w:szCs w:val="28"/>
          <w:lang w:val="tt-RU"/>
        </w:rPr>
        <w:t>В целях реализации подпрограммы Постановления Кабинета Министров от 17 октября 2019 года N 924</w:t>
      </w:r>
      <w:r>
        <w:rPr>
          <w:sz w:val="28"/>
          <w:szCs w:val="28"/>
          <w:lang w:val="tt-RU"/>
        </w:rPr>
        <w:t xml:space="preserve"> «О</w:t>
      </w:r>
      <w:r w:rsidRPr="00715D1A">
        <w:rPr>
          <w:sz w:val="28"/>
          <w:szCs w:val="28"/>
          <w:lang w:val="tt-RU"/>
        </w:rPr>
        <w:t xml:space="preserve"> внесении в подпрограмму "Организация отдыха детей и молодежи на 2019 - 2022 годы" Государственной программы "Развитие молодежной политики в Республике Татарстан на 2019 - 2022 годы", утвержденной </w:t>
      </w:r>
      <w:hyperlink r:id="rId6" w:history="1">
        <w:r w:rsidRPr="00715D1A">
          <w:rPr>
            <w:color w:val="000000"/>
            <w:sz w:val="28"/>
            <w:szCs w:val="28"/>
            <w:lang w:val="tt-RU"/>
          </w:rPr>
          <w:t>постановлением Кабинета Министров Республики Татарстан от 05.03.2019 N 158 "Об утверждении Государственной программы "Развитие молодежной политики в Республике Татарстан на 2019 - 2022 годы"</w:t>
        </w:r>
      </w:hyperlink>
      <w:r w:rsidRPr="00715D1A">
        <w:rPr>
          <w:color w:val="000000"/>
          <w:sz w:val="28"/>
          <w:szCs w:val="28"/>
          <w:lang w:val="tt-RU"/>
        </w:rPr>
        <w:t xml:space="preserve"> (с изменениями, внесенными </w:t>
      </w:r>
      <w:hyperlink r:id="rId7" w:history="1">
        <w:r w:rsidRPr="00715D1A">
          <w:rPr>
            <w:color w:val="000000"/>
            <w:sz w:val="28"/>
            <w:szCs w:val="28"/>
            <w:lang w:val="tt-RU"/>
          </w:rPr>
          <w:t>постановлениями Кабинета Министров Республики Татарстан от 11.07.2019 N 566</w:t>
        </w:r>
      </w:hyperlink>
      <w:r w:rsidRPr="00715D1A">
        <w:rPr>
          <w:color w:val="000000"/>
          <w:sz w:val="28"/>
          <w:szCs w:val="28"/>
          <w:lang w:val="tt-RU"/>
        </w:rPr>
        <w:t xml:space="preserve">, </w:t>
      </w:r>
      <w:hyperlink r:id="rId8" w:history="1">
        <w:r w:rsidRPr="00715D1A">
          <w:rPr>
            <w:color w:val="000000"/>
            <w:sz w:val="28"/>
            <w:szCs w:val="28"/>
            <w:lang w:val="tt-RU"/>
          </w:rPr>
          <w:t>от 24.09.2019 N 875</w:t>
        </w:r>
      </w:hyperlink>
      <w:r w:rsidRPr="00715D1A">
        <w:rPr>
          <w:color w:val="000000"/>
          <w:sz w:val="28"/>
          <w:szCs w:val="28"/>
        </w:rPr>
        <w:t>,</w:t>
      </w:r>
      <w:r w:rsidRPr="00715D1A">
        <w:rPr>
          <w:sz w:val="28"/>
          <w:szCs w:val="28"/>
        </w:rPr>
        <w:t xml:space="preserve"> </w:t>
      </w:r>
      <w:r w:rsidRPr="00715D1A">
        <w:rPr>
          <w:sz w:val="28"/>
          <w:szCs w:val="28"/>
          <w:lang w:val="tt-RU"/>
        </w:rPr>
        <w:t>Уставом Рыбно-Слободского муниципального района Республики Татарстан ПОСТАНОВЛЯЮ:</w:t>
      </w:r>
    </w:p>
    <w:p w:rsidR="001C4A1D" w:rsidRPr="00715D1A" w:rsidRDefault="001C4A1D" w:rsidP="00715D1A"/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1.Утвердить прилагаемые: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Положение о Межведомственной комиссии по организации отдыха детей и молодёжи в Рыбно-Слободском муниципальном районе Республики Татарстан;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состав Межведомственной комиссии по организации отдыха детей и молодёжи в Рыбно-Слободском муниципальном районе Республики Татарстан;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муниципальную программу «Организация отдыха детей и молодёжи в Рыбно-Слободском муниципальном районе Республики Татарстан на 2020 год»; 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форму отчета оперативной информации об организации отдыха детей и молодежи.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2. Муниципальному казённому учреждению «Отдел по молодежной политике, спорту и туризму Исполнительного комитета Рыбно-Слободского муниципального района Республики Татарстан», Муниципальному казённому учреждению «Отдел образования Исполнительного комитета Рыбно-Слободского муниципального района Республики Татарстан», руководителям образовательных организаций Рыбно-Слободского муниципального района Республики Татарстан обеспечить: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в первоочередном  порядке организацию отдыха детей, оставшихся без попечения родителей; детей-инвалидов; детей с ограниченными возможностями здоровья, то есть имеющих недостатки в физическом и (и) психическом развитии; детей – жертв вооруженных и межнациональных конфликтов, экологических и техногенных катастроф, стихийных бедствий; детей из семей беженцев и вынужденных переселенцев; детей, оказавшихся в экстремальных условиях; детей – жертв насилия; детей, отбывающих наказание в виде лишения свободы в воспитательных колониях; детей, находящихся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подхода;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 детей из семей, среднедушевой доход которых ниже величины прожиточного минимума, установленного в Республике Татарстан, являющихся получателями ежемесячного пособия на ребёнка, предоставляемого в порядке, определенном постановлением Кабинета Министров Республики Татарстан от 17.12.2004 №542 «Об утверждении Положения о порядке предоставления денежных выплат, пособий, субсидий и стипендий отдельным категориям населения в Республике Татарстан»; воспитанников специализированных организаций для несовершеннолетних, нуждающихся в социальной реабилитации; детей из семей, находящихся в социально опасном положении (далее – дети, находящихся в трудной жизненной ситуации); 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организацию отдыха и оздоровления детей-сирот, находящихся на воспитании в приемных семьях и детей в сменах лагерей, организованных образовательной организацией с дневным пребыванием, а так же в профильных сменах загородных лагерей по Республике Татарстан;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привлечение студентов организаций профессионального высшего образования к работе детских оздоровительных организаций в период прохождения практики;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отбор детей и комплектование в республиканские профильные смены, организуемые для отдыха детей и молодежи – творчески одарённых детей, волонтёров, активистов детских и молодёжных общественных объединений, победителей и призеров республиканских, всероссийских, международных конкурсов, соревнований и олимпиад, направляемых в качестве поощрения в лагеря на Черноморском побережье, за достижения в учебе, детском творчестве, спорте и активное участие в детском и молодежном движении;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проведение физкультурно-массовой работы на базе спортивных залов и спортивных площадок образовательных школ, государственного автономного образовательного учреждения среднего профессионального образования «Рыбно-Слободский агротехнический техникум», муниципального бюджетного учреждения «Спортивно-оздоровительный комплекс «Дельфин» Рыбно-Слободского муниципального района Республики Татарстан;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организацию профильной смены в лагере палаточного типа «Надежда» на базе МБОУ «Ямашевская ООШ»;</w:t>
      </w:r>
    </w:p>
    <w:p w:rsidR="001C4A1D" w:rsidRPr="00715D1A" w:rsidRDefault="001C4A1D" w:rsidP="00715D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работу по предоставлению информации о детях, получивших путёвки в профильные смены в организациях отдыха, подведомственных Министерству по делам молодёжи Республики Татарстан и Министерству спорту Республики Татарстан в единую государственную информационную систему социального обеспечения (далее – ЕГИССО);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проведение спортивно-массовых мероприятий и соревнований, командных встреч и первенств Рыбно-Слободского муниципального района Республики Татарстан в соответствии с календарным планом работы на 2020 год.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3.Муниципальному казённому учреждению «Отдел образования Исполнительного комитета Рыбно-Слободского муниципального района Республики Татарстан» обеспечить: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 заключение в порядке, установленном законодательством о контрактной системе, муниципальных контрактов на приобретение путевок для детей, направляемых в республиканские смены (в том числе и профильные) в оздоровительные организации, определяемые по итогам торгов;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своевременное финансирование и перечисление денежных средств по заключенным муниципальным контрактам на приобретение путевок для отдыха детей, направляемых в республиканские смены (в том числе и профильные) в оздоровительные организации, определяемые по итогам торгов;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 xml:space="preserve">методическое сопровождение и мониторинг организации отдыха детей: 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 xml:space="preserve">-в </w:t>
      </w:r>
      <w:r w:rsidRPr="00715D1A">
        <w:rPr>
          <w:sz w:val="28"/>
          <w:szCs w:val="28"/>
        </w:rPr>
        <w:t>сменах лагерей, организованных образовательной организацией с дневным пребыванием</w:t>
      </w:r>
      <w:r w:rsidRPr="00715D1A">
        <w:rPr>
          <w:color w:val="000000"/>
          <w:sz w:val="28"/>
          <w:szCs w:val="28"/>
        </w:rPr>
        <w:t>;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sz w:val="28"/>
          <w:szCs w:val="28"/>
        </w:rPr>
        <w:t>-в лагерях труда и отдыха, организованных образовательной организацией с дневным пребыванием</w:t>
      </w:r>
      <w:r w:rsidRPr="00715D1A">
        <w:rPr>
          <w:color w:val="000000"/>
          <w:sz w:val="28"/>
          <w:szCs w:val="28"/>
        </w:rPr>
        <w:t>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-</w:t>
      </w:r>
      <w:r w:rsidRPr="00715D1A">
        <w:rPr>
          <w:sz w:val="28"/>
          <w:szCs w:val="28"/>
        </w:rPr>
        <w:t>проведение с 01.05.2020 по 31.08.2020</w:t>
      </w:r>
      <w:r w:rsidRPr="00715D1A">
        <w:rPr>
          <w:sz w:val="28"/>
          <w:szCs w:val="28"/>
          <w:lang w:val="tt-RU"/>
        </w:rPr>
        <w:t xml:space="preserve"> года</w:t>
      </w:r>
      <w:r w:rsidRPr="00715D1A">
        <w:rPr>
          <w:sz w:val="28"/>
          <w:szCs w:val="28"/>
        </w:rPr>
        <w:t xml:space="preserve"> совместно с образовательными организациями операции «Безопасное лето – 2020»;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-обучение кадров, работающих в сменах лагерей, организованных образовательной организацией с дневным пребыванием, на базе муниципального бюджетного учреждения дополнительного образования «Центр детского творчества» Рыбно-Слободского муниципального района Республики Татарстан»;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-организацию дополнительного образования детей в сменах лагерей, организованных образовательными организациями с дневным пребыванием (пришкольные), временных (краткосрочных);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-организацию отдыха детей и молодёжи в смене лагерей труда и отдыха дневного пребывания (ЛТО);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-комплектацию смен лагерей (пришкольных и ЛТО) квалифицированными кадрами;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-контроль за соблюдением правил охраны труда во время организации отдыха детей;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-противопожарную безопасность в оздоровительных организациях;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-соблюдение требований санитарных норм и правил в оздоровительных организациях;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совместно с муниципальным бюджетным учреждением дополнительного образования «Центр детского творчества» Рыбно-Слободского муниципального района Республики Татарстан работу по предоставлению информации о получивших путевки детях, находящихся в трудной жизненной ситуации, детях работников муниципальных и государственных организаций и детях работников коммерческих и некоммерческих организаций (за исключением муниципальных и государственных организаций), детях, отдохнувших в лагерях, организованных образовательными организациями, с дневным пребыванием и в лагерях труда и отдыха в ЕГИССО.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4.Рекомендовать Территориальному отделу Управления Роспотребнадзора по Республике Татарстан (Татарстан) в Лаишевском, Пестречинском, Рыбно-Слободском районах (Миличихина И.Л.) обеспечить: 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своевременный надзор за эксплуатацией смен лагерей, организованных образовательными организациями с дневным пребыванием, смен лагерей труда и отдыха, организованных образовательными организациями с дневным пребыванием, профильной смены палаточного типа «Надежда», и организовать их приемку (по графику);</w:t>
      </w:r>
    </w:p>
    <w:p w:rsidR="001C4A1D" w:rsidRPr="00715D1A" w:rsidRDefault="001C4A1D" w:rsidP="00715D1A">
      <w:pPr>
        <w:ind w:firstLine="709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>выполнение санитарно-эпидемиологических требований по перевозке автомобильным транспортом в целях предупреждения завоза особо опасных инфекций на территорию Рыбно-Слободского муниципального района, возникновения групповых инфекционных заболеваний и согласовывать выезд организованных детских коллективов за пределы района всеми видами транспорта;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организацию перед открытием каждой смены комплексного обследования оздоровительных организаций с целью проверки соответствия их санитарным правилам и нормам.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5.Предложить Рыбно-Слободскому отделу филиала федерального бюджетного учреждения здравоохранения «Центр гигиены и эпидемиологии в Республике Татарстан» в Лаишевском, Пестречинском, Рыбно-Слободском районах (Файзуллин И.Г.):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5.1)обеспечить проведение: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5.1.1)без взимания платы: 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санитарно-эпидемиологической экспертизы соответствия организации отдыха действующим санитарным нормам и правилам;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гигиенического обучения и профилактических медицинских осмотров персонала, направляемого для работы в организации отдыха, лабораторно-инструментальных исследований перед их открытием, а также исследований на гельминтозы (анализ кала на яйца глист, цист лямблий и соскоб на энтеробиоз), исследований на носительство возбудителей кишечных инфекций, серологического обследования крови на брюшной тиф;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медицинских осмотров несовершеннолетних при оформлении временной занятости в свободное от обучения и каникулярное время;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контроля эффективности дератизационных и акарицидных обработок перед открытием оздоровительной организации согласно предписаниям Управления Федеральной службы по надзору в сфере защиты прав потребителей и благополучия человека по Республике Татарстан (Татарстан) и его территориальных отделов в рамках государственного задания;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5.1.2)на основании заключенных гражданско-правовых договоров: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лабораторно-инструментальных исследований для обеспечения санитарно-эпидемиологического благополучия детей в ходе работы организации отдыха и оздоровления детей и молодёжи;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5.2)в целях профилактики геморрагической лихорадки с почечным синдромом перед открытием оздоровительных организаций заключить договор с образовательными организациями на проведение дератизационных мероприятий;</w:t>
      </w:r>
    </w:p>
    <w:p w:rsidR="001C4A1D" w:rsidRPr="00715D1A" w:rsidRDefault="001C4A1D" w:rsidP="00715D1A">
      <w:pPr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5.3)в целях профилактики клещевого энцефалита, боррелиоза заключить договор на проведение акарицидной обработки с осуществлением контроля эффективности обработки.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6.Рекомендовать отделу МВД России по Рыбно-Слободскому району (Мустафин Н.Ф.) обеспечить: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 сопровождение транспортных средств, производящих организованную перевозку детей в лагеря и обратно, в соответствии с законодательством;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сопровождение и охрану общественного порядка в пути следования и местам пребывания групп детей, выезжающих в профильные смены загородных лагерей за пределы района;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правопорядок в период отдыха детей и молодежи.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sz w:val="28"/>
          <w:szCs w:val="28"/>
        </w:rPr>
        <w:t xml:space="preserve">7.Рекомендовать Финансово-бюджетной палате Рыбно-Слободского муниципального района Республики Татарстан (Нугманова И.М.) обеспечить </w:t>
      </w:r>
      <w:r w:rsidRPr="00715D1A">
        <w:rPr>
          <w:color w:val="000000"/>
          <w:sz w:val="28"/>
          <w:szCs w:val="28"/>
        </w:rPr>
        <w:t>финансирование расходов по организации отдыха детей и молодёжи в 2020 году за счет средств, предусмотренных в бюджете Рыбно-Слободского муниципального района</w:t>
      </w:r>
      <w:r w:rsidRPr="00715D1A">
        <w:rPr>
          <w:sz w:val="28"/>
          <w:szCs w:val="28"/>
        </w:rPr>
        <w:t xml:space="preserve"> Республики Татарстан</w:t>
      </w:r>
      <w:r w:rsidRPr="00715D1A">
        <w:rPr>
          <w:color w:val="000000"/>
          <w:sz w:val="28"/>
          <w:szCs w:val="28"/>
        </w:rPr>
        <w:t>, а также за счет субсидий из бюджета Республики Татарстан.</w:t>
      </w:r>
      <w:r w:rsidRPr="00715D1A">
        <w:rPr>
          <w:sz w:val="28"/>
          <w:szCs w:val="28"/>
        </w:rPr>
        <w:t xml:space="preserve"> </w:t>
      </w:r>
      <w:r w:rsidRPr="00715D1A">
        <w:rPr>
          <w:color w:val="000000"/>
          <w:sz w:val="28"/>
          <w:szCs w:val="28"/>
        </w:rPr>
        <w:t>С 2020 года соотношение средств должно быть 99% республика и 1% район.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8.Предложить государственному автономному учреждению здравоохранения «Рыбно-Слободская центральная районная больница» (Китаев М.Р.):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  <w:u w:val="single"/>
        </w:rPr>
      </w:pPr>
      <w:r w:rsidRPr="00715D1A">
        <w:rPr>
          <w:sz w:val="28"/>
          <w:szCs w:val="28"/>
        </w:rPr>
        <w:t>укомплектовать профильную смену лагеря палаточного типа «Надежда» медицинскими кадрами на контрактной (договорной) основе согласно заявке указанного учреждения;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без взимания платы организацию медицинских осмотров несовершеннолетних при оформлении их временного трудоустройства в свободное от обучения и каникулярное время, а также родителей, отдыхающих в организациях отдыха совместно с детьми;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обеспечить сезонные осмотры персонала, направляемого на работу в организации отдыха, без взимания платы за счет средств, выделяемых на организацию отдыха детей и молодежи, согласно требованиям </w:t>
      </w:r>
      <w:hyperlink r:id="rId9" w:history="1">
        <w:r w:rsidRPr="00715D1A">
          <w:rPr>
            <w:sz w:val="28"/>
            <w:szCs w:val="28"/>
          </w:rPr>
          <w:t>Приказа</w:t>
        </w:r>
      </w:hyperlink>
      <w:r w:rsidRPr="00715D1A">
        <w:rPr>
          <w:sz w:val="28"/>
          <w:szCs w:val="28"/>
        </w:rPr>
        <w:t xml:space="preserve"> Министерства здравоохранения и социального развития Российской Федерации от 12.04.2011 №302-н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бесплатное флюорографическое обследование в рамках проведения сезонных осмотров персонала, направляемого на работу в организации отдыха.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осуществлять медицинское обеспечение детей и молодёжи в сменах лагерей, организованных образовательными организациями с дневным пребыванием, в сменах лагерей труда и отдыха с дневным пребыванием силами медицинских работников лечебно-профилактических учреждений по территориальному принципу;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включить в план санитарно-просветительской работы медицинских работников информационно-просветительские мероприятия по пропаганде здорового образа жизни, по соблюдению правил личной гигиены, по профилактике алкоголизма, наркомании и токсикомании среди несовершеннолетних;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организовать санаторное лечение детей в возрасте от четырёх до 17 лет, имеющих хронические заболевания, в том числе детей, находящихся в трудной жизненной ситуации, по путёвкам «Детская» (без сопровождения) или «Мать и дитя» (в сопровождении одного из родителей/законного представителя);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работу по предоставлению информации о детях, находящихся в трудной жизненной ситуации, получивших путёвки в санаторно-курортные организации в ЕГИССО.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9. Рекомендовать межрайонному отделению надзорной деятельности по Алексеевскому и Рыбно-Слободскому муниципальным районам Управления надзорной деятельности и профилактической работы ГУ МЧС России по РТ (</w:t>
      </w:r>
      <w:r>
        <w:rPr>
          <w:sz w:val="28"/>
          <w:szCs w:val="28"/>
        </w:rPr>
        <w:t>Ещев О.Л.</w:t>
      </w:r>
      <w:r w:rsidRPr="00715D1A">
        <w:rPr>
          <w:sz w:val="28"/>
          <w:szCs w:val="28"/>
        </w:rPr>
        <w:t>)</w:t>
      </w:r>
      <w:r w:rsidRPr="00715D1A">
        <w:rPr>
          <w:color w:val="FF0000"/>
          <w:sz w:val="28"/>
          <w:szCs w:val="28"/>
        </w:rPr>
        <w:t xml:space="preserve"> </w:t>
      </w:r>
      <w:r w:rsidRPr="00715D1A">
        <w:rPr>
          <w:sz w:val="28"/>
          <w:szCs w:val="28"/>
        </w:rPr>
        <w:t xml:space="preserve">и </w:t>
      </w:r>
      <w:r w:rsidRPr="00715D1A">
        <w:rPr>
          <w:bCs/>
          <w:sz w:val="28"/>
          <w:szCs w:val="28"/>
        </w:rPr>
        <w:t>пожарно-спасательной части №128 ФГКУ «7 отряд Федеральной противопожарной службы по Республике Татарстан»</w:t>
      </w:r>
      <w:r w:rsidRPr="00715D1A">
        <w:rPr>
          <w:sz w:val="28"/>
          <w:szCs w:val="28"/>
        </w:rPr>
        <w:t xml:space="preserve"> (</w:t>
      </w:r>
      <w:r>
        <w:rPr>
          <w:sz w:val="28"/>
          <w:szCs w:val="28"/>
        </w:rPr>
        <w:t>Шафигуллин А.Г.)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>организовать перед открытием каждой смены комплексное обследование оздоровительных организаций с целью проверки соответствия требованиям пожарной безопасности;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надзор за соблюдением требований пожарной безопасности в период организации отдыха детей и молодёжи в оздоровительных организациях и местах массового отдыха.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10.Муниципальному бюджетному учреждению «Киноучреждение Рыбно-Слободского муниципального района Республики Татарстан» обеспечить в период каникул организацию киносеансов, просмотров мультфильмов для детей и молодежи.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11.Рекомендовать филиалу АО «ТАТМЕДИА» Рыбно-Слободская газета «Сельские горизонты» (Мингазова Т.Г.) освещать ход подготовки и проведения оздоровительной кампании 2020 года в средствах массовой информации.</w:t>
      </w:r>
    </w:p>
    <w:p w:rsidR="001C4A1D" w:rsidRPr="00715D1A" w:rsidRDefault="001C4A1D" w:rsidP="00715D1A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sz w:val="28"/>
          <w:szCs w:val="28"/>
          <w:lang w:eastAsia="en-US"/>
        </w:rPr>
        <w:t>12.Муниципальному казённому учреждению «Служба муниципального заказа Рыбно-Слободского муниципального района Республики Татарстан» (</w:t>
      </w:r>
      <w:r w:rsidRPr="00715D1A">
        <w:rPr>
          <w:bCs/>
          <w:sz w:val="28"/>
          <w:szCs w:val="28"/>
          <w:lang w:eastAsia="en-US"/>
        </w:rPr>
        <w:t>Валиуллин З.Р</w:t>
      </w:r>
      <w:r w:rsidRPr="00715D1A">
        <w:rPr>
          <w:sz w:val="28"/>
          <w:szCs w:val="28"/>
          <w:lang w:eastAsia="en-US"/>
        </w:rPr>
        <w:t>.) обеспечить:</w:t>
      </w:r>
    </w:p>
    <w:p w:rsidR="001C4A1D" w:rsidRPr="00715D1A" w:rsidRDefault="001C4A1D" w:rsidP="00715D1A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sz w:val="28"/>
          <w:szCs w:val="28"/>
          <w:lang w:eastAsia="en-US"/>
        </w:rPr>
        <w:t>осуществление закупок для муниципальных нужд на приобретение путевок в оздоровительные организации, находящиеся на территории Республики Татарстан;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рассмотрение муниципальных контрактов и договоров, направленных для включения в реестры контрактов, связанных с отдыхом детей и молодежи, в трехдневный срок, исчисляемый в рабочих днях, со дня их получения.</w:t>
      </w:r>
    </w:p>
    <w:p w:rsidR="001C4A1D" w:rsidRPr="00715D1A" w:rsidRDefault="001C4A1D" w:rsidP="00715D1A">
      <w:pPr>
        <w:ind w:firstLine="720"/>
        <w:jc w:val="both"/>
        <w:rPr>
          <w:color w:val="000000"/>
          <w:sz w:val="28"/>
          <w:szCs w:val="28"/>
        </w:rPr>
      </w:pPr>
      <w:r w:rsidRPr="00715D1A">
        <w:rPr>
          <w:sz w:val="28"/>
          <w:szCs w:val="28"/>
        </w:rPr>
        <w:t>13.</w:t>
      </w:r>
      <w:r w:rsidRPr="00715D1A">
        <w:rPr>
          <w:color w:val="000000"/>
          <w:sz w:val="28"/>
          <w:szCs w:val="28"/>
        </w:rPr>
        <w:t>М</w:t>
      </w:r>
      <w:r w:rsidRPr="00715D1A">
        <w:rPr>
          <w:sz w:val="28"/>
          <w:szCs w:val="28"/>
        </w:rPr>
        <w:t>униципальному казённому учреждению «Отдел социально-</w:t>
      </w:r>
      <w:r w:rsidRPr="00715D1A">
        <w:rPr>
          <w:color w:val="000000"/>
          <w:sz w:val="28"/>
          <w:szCs w:val="28"/>
        </w:rPr>
        <w:t>культурной сферы Исполнительного комитета Рыбно-Слободского муниципального района Республики Татарстан» (Рашитова Р.Г.) организовать работу:</w:t>
      </w:r>
    </w:p>
    <w:p w:rsidR="001C4A1D" w:rsidRPr="00715D1A" w:rsidRDefault="001C4A1D" w:rsidP="00715D1A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sz w:val="28"/>
          <w:szCs w:val="28"/>
          <w:lang w:eastAsia="en-US"/>
        </w:rPr>
        <w:t>выездных библиотек в оздоровительные лагеря;</w:t>
      </w:r>
    </w:p>
    <w:p w:rsidR="001C4A1D" w:rsidRPr="00715D1A" w:rsidRDefault="001C4A1D" w:rsidP="00715D1A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sz w:val="28"/>
          <w:szCs w:val="28"/>
          <w:lang w:eastAsia="en-US"/>
        </w:rPr>
        <w:t>по проведению в оздоровительных лагерях мероприятий, посвященных знаменательным и памятным датам.</w:t>
      </w:r>
    </w:p>
    <w:p w:rsidR="001C4A1D" w:rsidRPr="00715D1A" w:rsidRDefault="001C4A1D" w:rsidP="00715D1A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  <w:lang w:eastAsia="en-US"/>
        </w:rPr>
        <w:t>14.Рекомендовать филиалу ОАО «Сетевая компания» Приволжские сети Рыбно-Слободские РЭС (Хамидуллин Р.Г.) обеспечить бесперебойную подачу электроэнергии в летние лагеря, организованные образовательными организациями, а также в палаточный лагерь «Надежда».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15. Рекомендовать организациям, учреждениям всех форм собственности Рыбно-Слободского муниципального района Республики Татарстан, принимающим участие в организации отдыха детей и молодёжи в 2020 году: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предусмотреть договорную форму приема на работу медицинского персонала;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обеспечить своевременную сдачу финансовых отчетов об использовании средств бюджета Республики Татарстан, средств местного бюджета в соответствии с заключенными договорами, муниципальными контрактами;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представить в муниципальное бюджетное учреждение дополнительного образования «Центр детского творчества» Рыбно-Слободского муниципального района Республики Татарстан: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до 1 апреля 2020 года - графики открытия лагерей всех типов;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 1 июня по июль 2020 года включительно в трехдневный срок, исчисляемый в рабочих днях, после заезда в оздоровительный лагерь, оперативную информацию об организации отдыха детей и молодёжи согласно приложению к настоящему постановлению;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до 1 августа 2020 года – творческие отчеты о проведенных мероприятиях, содержащие фото- и видеоматериалы.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16.</w:t>
      </w:r>
      <w:r w:rsidRPr="00715D1A">
        <w:rPr>
          <w:sz w:val="28"/>
          <w:szCs w:val="28"/>
        </w:rPr>
        <w:t>Межведомственной комиссии по организации отдыха детей и молодёжи в Рыбно-Слободском муниципальном районе Республики Татарстан в 2020 году: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16.1) с </w:t>
      </w:r>
      <w:r w:rsidRPr="00715D1A">
        <w:rPr>
          <w:color w:val="000000"/>
          <w:sz w:val="28"/>
          <w:szCs w:val="28"/>
        </w:rPr>
        <w:t>участием надзорных органов организовать приемку детских лагерей к оздоровительному сезону;</w:t>
      </w:r>
    </w:p>
    <w:p w:rsidR="001C4A1D" w:rsidRPr="00715D1A" w:rsidRDefault="001C4A1D" w:rsidP="00715D1A">
      <w:pPr>
        <w:shd w:val="clear" w:color="auto" w:fill="FFFFFF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>16.2) обеспечить контроль: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 xml:space="preserve"> за работой детских площадок на базе муниципального бюджетного учреждения дополнительного образования «Детская школа искусств им.Ф.Ахмадиева» Рыбно-Слободского муниципального района Республики Татарстан, </w:t>
      </w:r>
      <w:r w:rsidRPr="00715D1A">
        <w:rPr>
          <w:sz w:val="28"/>
          <w:szCs w:val="28"/>
        </w:rPr>
        <w:t xml:space="preserve">муниципального бюджетного учреждения дополнительного образования «Центр детского творчества» Рыбно-Слободского муниципального района Республики Татарстан, муниципального бюджетного учреждения дополнительного образования «Детский оздоровительный образовательный (профильный) центр </w:t>
      </w:r>
      <w:r w:rsidRPr="00715D1A">
        <w:rPr>
          <w:bCs/>
          <w:sz w:val="28"/>
          <w:szCs w:val="28"/>
        </w:rPr>
        <w:t>Рыбно-Слободского муниципального района</w:t>
      </w:r>
      <w:r w:rsidRPr="00715D1A">
        <w:rPr>
          <w:sz w:val="28"/>
          <w:szCs w:val="28"/>
        </w:rPr>
        <w:t xml:space="preserve"> Республики Татарстан</w:t>
      </w:r>
      <w:r w:rsidRPr="00715D1A">
        <w:rPr>
          <w:bCs/>
          <w:sz w:val="28"/>
          <w:szCs w:val="28"/>
        </w:rPr>
        <w:t xml:space="preserve">, </w:t>
      </w:r>
      <w:r w:rsidRPr="00715D1A">
        <w:rPr>
          <w:sz w:val="28"/>
          <w:szCs w:val="28"/>
        </w:rPr>
        <w:t xml:space="preserve">муниципального бюджетного учреждения дополнительного образования «Детско-юношеская спортивная школа» Рыбно-Слободского муниципального района Республики Татарстан, </w:t>
      </w:r>
      <w:r w:rsidRPr="00715D1A">
        <w:rPr>
          <w:color w:val="000000"/>
          <w:sz w:val="28"/>
          <w:szCs w:val="28"/>
        </w:rPr>
        <w:t>образовательных организаций с 01.06.2020 года по 30.08.2020 года;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за медико-санитарным обслуживанием и охраной общественного порядка в местах массового отдыха совместно с ведомственными службами безопасности для соблюдения правил охраны жизни людей;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за организацией перед открытием каждой смены комплексного обследования оздоровительных организаций с целью проверки соответствия их санитарным правилам, требованиям пожарной безопасности, соблюдения правил охраны жизни людей на воде, условий и охраны труда сотрудников, безопасности отдыхающих;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sz w:val="28"/>
          <w:szCs w:val="28"/>
        </w:rPr>
      </w:pPr>
      <w:r w:rsidRPr="00715D1A">
        <w:rPr>
          <w:color w:val="000000"/>
          <w:sz w:val="28"/>
          <w:szCs w:val="28"/>
        </w:rPr>
        <w:t>за разработкой и осуществлением комплекса мероприятий по обеспечению пожарной безопасности оздоровительных организаций, особое внимание при этом обратить на состояние электрооборудования, наличие и исправность установок пожарной автоматики и систем оповещения людей о пожаре, телефонной связи, первичных средств пожаротушения, а также знание обслуживающим персоналом действий в случае пожара;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>за проведением обучения по охране труда руководителей и специалистов оздоровительных организаций, а также проведением инструктажей по охране труда.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8"/>
          <w:szCs w:val="28"/>
        </w:rPr>
      </w:pPr>
      <w:r w:rsidRPr="00715D1A">
        <w:rPr>
          <w:color w:val="000000"/>
          <w:sz w:val="28"/>
          <w:szCs w:val="28"/>
        </w:rPr>
        <w:t>17.Признать утратившими силу: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color w:val="000000"/>
          <w:sz w:val="28"/>
          <w:szCs w:val="28"/>
        </w:rPr>
        <w:t>постановление Исполнительного комитета Рыбно-Слободского муниципального района Республики Татарстан от</w:t>
      </w:r>
      <w:r w:rsidRPr="00715D1A">
        <w:rPr>
          <w:color w:val="000000"/>
          <w:sz w:val="28"/>
          <w:szCs w:val="28"/>
          <w:lang w:eastAsia="en-US"/>
        </w:rPr>
        <w:t xml:space="preserve"> 22.03.2019 №113пи «</w:t>
      </w:r>
      <w:r w:rsidRPr="00715D1A">
        <w:rPr>
          <w:sz w:val="28"/>
          <w:szCs w:val="28"/>
          <w:lang w:eastAsia="en-US"/>
        </w:rPr>
        <w:t>Об организации отдыха детей и молодежи в 2019 году»;</w:t>
      </w:r>
    </w:p>
    <w:p w:rsidR="001C4A1D" w:rsidRPr="00715D1A" w:rsidRDefault="001C4A1D" w:rsidP="00715D1A">
      <w:pPr>
        <w:shd w:val="clear" w:color="auto" w:fill="FFFFFF"/>
        <w:tabs>
          <w:tab w:val="left" w:pos="1560"/>
        </w:tabs>
        <w:ind w:firstLine="720"/>
        <w:jc w:val="both"/>
        <w:rPr>
          <w:sz w:val="28"/>
          <w:szCs w:val="28"/>
          <w:lang w:eastAsia="en-US"/>
        </w:rPr>
      </w:pPr>
      <w:r w:rsidRPr="00715D1A">
        <w:rPr>
          <w:color w:val="000000"/>
          <w:sz w:val="28"/>
          <w:szCs w:val="28"/>
        </w:rPr>
        <w:t>18.</w:t>
      </w:r>
      <w:r w:rsidRPr="00715D1A">
        <w:rPr>
          <w:sz w:val="28"/>
          <w:szCs w:val="28"/>
          <w:lang w:eastAsia="en-US"/>
        </w:rPr>
        <w:t xml:space="preserve">Настоящее постановление разместить на официальном сайте Рыбно-Слободского муниципального района Республики Татарстан в информационно-телекоммуникационной сети Интернет по веб-адресу: </w:t>
      </w:r>
      <w:hyperlink r:id="rId10" w:history="1">
        <w:r w:rsidRPr="00715D1A">
          <w:rPr>
            <w:sz w:val="28"/>
            <w:szCs w:val="28"/>
            <w:lang w:eastAsia="en-US"/>
          </w:rPr>
          <w:t>http://ribnaya-sloboda.tatarstan.ru</w:t>
        </w:r>
      </w:hyperlink>
      <w:r w:rsidRPr="00715D1A">
        <w:rPr>
          <w:sz w:val="28"/>
          <w:szCs w:val="28"/>
          <w:lang w:eastAsia="en-US"/>
        </w:rPr>
        <w:t xml:space="preserve"> и «Официальном портале правовой информации Республики Татарстан» в информационно-телекоммуникационной сети Интернет по веб-адресу: </w:t>
      </w:r>
      <w:hyperlink r:id="rId11" w:history="1">
        <w:r w:rsidRPr="00715D1A">
          <w:rPr>
            <w:sz w:val="28"/>
            <w:szCs w:val="28"/>
            <w:lang w:eastAsia="en-US"/>
          </w:rPr>
          <w:t>http://pravo.tatarstan.ru</w:t>
        </w:r>
      </w:hyperlink>
      <w:r w:rsidRPr="00715D1A">
        <w:rPr>
          <w:sz w:val="28"/>
          <w:szCs w:val="28"/>
          <w:lang w:eastAsia="en-US"/>
        </w:rPr>
        <w:t>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19.Контроль за исполнением настоящего постановления возложить на заместителя руководителя Исполнительного комитета Рыбно-Слободского муниципального района Республики Татарстан по социальным вопросам А.К. Вафину.</w:t>
      </w: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</w:p>
    <w:p w:rsidR="001C4A1D" w:rsidRPr="00715D1A" w:rsidRDefault="001C4A1D" w:rsidP="00715D1A">
      <w:pPr>
        <w:ind w:firstLine="7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                             </w:t>
      </w:r>
    </w:p>
    <w:p w:rsidR="001C4A1D" w:rsidRPr="00715D1A" w:rsidRDefault="001C4A1D" w:rsidP="00715D1A">
      <w:pPr>
        <w:jc w:val="both"/>
        <w:rPr>
          <w:sz w:val="28"/>
          <w:szCs w:val="28"/>
        </w:rPr>
      </w:pPr>
      <w:r w:rsidRPr="00715D1A">
        <w:rPr>
          <w:sz w:val="28"/>
          <w:szCs w:val="28"/>
        </w:rPr>
        <w:t>Руководитель                                                                                     Р.Л. Исланов</w:t>
      </w:r>
    </w:p>
    <w:p w:rsidR="001C4A1D" w:rsidRPr="00715D1A" w:rsidRDefault="001C4A1D" w:rsidP="00715D1A">
      <w:pPr>
        <w:jc w:val="both"/>
      </w:pPr>
      <w:r w:rsidRPr="00715D1A">
        <w:rPr>
          <w:sz w:val="28"/>
          <w:szCs w:val="28"/>
        </w:rPr>
        <w:t xml:space="preserve">           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 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Утверждено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постановлением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Исполнительного комитета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Рыбно-Слободского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муниципального района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От________.2019 №___пи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860" w:right="200" w:hanging="1500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                       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0"/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Положение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0"/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о Межведомственной комиссии по организации отдыха детей и молодёжи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0"/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в Рыбно-Слободском муниципальном районе 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1. Межведомственная комиссия по организации отдыха детей и молодежи в Рыбно-Слободском муниципальном районе Республики Татарстан (далее - Комиссия) является органом, образованным в целях обеспечения согласованных действий органов местного самоуправления и их взаимодействия с территориальными органами федеральных органов исполнительной власти в Рыбно-Слободском муниципальном районе Республики Татарстан, территориальными органами исполнительных органов государственной власти Республики Татарстан в Рыбно-Слободском муниципальном районе Республики Татарстан и организациями в области организации отдыха детей и молодежи.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2.Комиссия в своей деятельности руководствуется федеральным законодательством, законодательством Республики Татарстан, муниципальными нормативными правовыми актами и настоящим Положением.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3. Основными задачами Комиссии являются: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организация взаимодействия органов местного самоуправления Рыбно-Слободского муниципального района Республики Татарстан с территориальными органами федеральных органов исполнительной власти в Рыбно-Слободском муниципальном районе Республики Татарстан, территориальными органами исполнительных органов государственной власти Республики Татарстан в Рыбно-Слободском муниципальном районе Республики Татарстан, организациями по подготовке и организации отдыха детей и молодежи;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анализ деятельности органов местного самоуправления Рыбно-Слободского муниципального района Республики Татарстан, организаций, предприятий, учреждений по организации отдыха детей и молодежи, заслушивание информации об их деятельности на заседаниях Комиссии, принятие в пределах своих полномочий рекомендаций и решений, проверка их исполнения;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рассмотрение вопросов финансирования и организации отдыха детей и молодежи;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контроль за реализацией муниципальной программы «Организация отдыха детей и молодёжи в Рыбно-Слободском муниципальном районе Республики Татарстан на 2020 год».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4. Комиссия имеет право: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разрабатывать и вносить в Исполнительный комитет Рыбно-Слободского муниципального района Республики Татарстан предложения по вопросам организации отдыха детей и молодежи;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запрашивать у органов местного самоуправления Рыбно-Слободского муниципального района Республики Татарстан, предприятий, организаций, учреждений, участвующих в организации отдыха детей и молодежи, документы, сведения, материалы, относящиеся к её компетенции;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осуществлять мониторинг исполнения решений Исполнительного комитета Рыбно-Слободского муниципального района Республики Татарстан по вопросам организации отдыха детей и молодежи.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5.Комиссия представляет в Исполнительный комитет Рыбно-Слободского муниципального района Республики Татарстан отчет об использовании средств, выделенных на отдых детей и молодежи.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6.Состав Комиссии утверждается Исполнительным комитетом Рыбно-Слободского муниципального района 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7.Комиссию возглавляет председатель, имеющий одного заместителя.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Председатель Комиссии руководит ее деятельностью, ведет заседания Комиссии, утверждает план работы Комиссии. В отсутствие председателя Комиссии его полномочия осуществляет заместитель председателя Комиссии.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8. В состав Комиссии входит также секретарь Комиссии.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Секретарь Комиссии осуществляет организацию работы по подготовке заседаний Комиссии и мониторинг исполнения решений, принимаемых на заседаниях Комиссии. По вопросам организации деятельности Комиссии секретарь выполняет поручения председателя Комиссии и его заместителя.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9. В состав Комиссии входят также представители отделов Исполнительного комитета Рыбно-Слободского муниципального района Республики Татарстан, организаций, предприятий, учреждений Рыбно-Слободского муниципального района Республики Татарстан.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10. Решения Комиссии, принятые по вопросу организации отдыха детей и молодежи, подлежат обязательному исполнению всеми органами местного самоуправления Рыбно-Слободского муниципального района Республики Татарстан, и рекомендуются к исполнению территориальными органами федеральных органов исполнительной власти в Рыбно-Слободском муниципальном районе Республики Татарстан, территориальными органами исполнительных органов государственной власти Республики Татарстан в Рыбно-Слободском муниципальном районе Республики Татарстан, органами местного самоуправления поселений Рыбно-Слободского муниципального района Республики Татарстан, организациями, предприятиями, учреждениями Рыбно-Слободского муниципального района Республики Татарстан.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11.Комиссия осуществляет свою деятельность в соответствии с планами работы, принимаемыми на ее заседаниях и утверждаемыми председателем Комиссии.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12.Заседания Комиссии проводятся по мере необходимости, но не реже одного раза в квартал. Повестку дня заседаний и порядок их проведения определяет председатель Комиссии.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13.Заседание Комиссии считается правомочным, если на нем присутствуют более половины его членов.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14. Решения Комиссии принимаются путем открытого голосования простым большинством голосов участвующих в заседании лиц, оформляются протоколами заседаний, которые подписываются председателем Комиссии. При равенстве числа голосов голос председателя Комиссии либо заместителя председателя Комиссии, председательствующего на заседании Комиссии, является решающим.</w:t>
      </w:r>
    </w:p>
    <w:p w:rsidR="001C4A1D" w:rsidRDefault="001C4A1D" w:rsidP="00630D3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D1A">
        <w:rPr>
          <w:sz w:val="28"/>
          <w:szCs w:val="28"/>
        </w:rPr>
        <w:t xml:space="preserve">                                                                            </w:t>
      </w:r>
    </w:p>
    <w:p w:rsidR="001C4A1D" w:rsidRPr="00715D1A" w:rsidRDefault="001C4A1D" w:rsidP="00AE4D9E">
      <w:pPr>
        <w:widowControl w:val="0"/>
        <w:autoSpaceDE w:val="0"/>
        <w:autoSpaceDN w:val="0"/>
        <w:adjustRightInd w:val="0"/>
        <w:ind w:firstLine="5529"/>
      </w:pPr>
      <w:r w:rsidRPr="00715D1A">
        <w:rPr>
          <w:sz w:val="28"/>
          <w:szCs w:val="28"/>
        </w:rPr>
        <w:t xml:space="preserve">  </w:t>
      </w:r>
      <w:r w:rsidRPr="00715D1A">
        <w:t>Утвержден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постановлением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Исполнительного комитета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Рыбно-Слободского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муниципального района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от _________.2019 № ____пи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860" w:right="200" w:hanging="1500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                        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Состав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Межведомственной комиссии по организации отдыха детей и молодёжи в Рыбно-Слободском муниципальном районе 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Республики Татарстан</w:t>
      </w:r>
    </w:p>
    <w:p w:rsidR="001C4A1D" w:rsidRPr="00715D1A" w:rsidRDefault="001C4A1D" w:rsidP="00715D1A">
      <w:pPr>
        <w:jc w:val="both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8"/>
        <w:gridCol w:w="7200"/>
      </w:tblGrid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Вафина А.К.</w:t>
            </w:r>
          </w:p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Заместитель руководителя Исполнительного комитета Рыбно-Слободского муниципального района Республики Татарстан по социальным вопросам, председатель  комиссии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Садиков И.М.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начальник муниципального казённого учреждения «Отдел образования Исполнительного комитета Рыбно-Слободского муниципального района Республики Татарстан», заместитель председателя комиссии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Самиева Ф.Г.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методист муниципального бюджетного учреждения дополнительного образования «Центр детского творчества» Рыбно-Слободского муниципального района Республики Татарстан», секретарь комиссии</w:t>
            </w:r>
          </w:p>
        </w:tc>
      </w:tr>
    </w:tbl>
    <w:p w:rsidR="001C4A1D" w:rsidRPr="00715D1A" w:rsidRDefault="001C4A1D" w:rsidP="00715D1A">
      <w:pPr>
        <w:jc w:val="both"/>
        <w:rPr>
          <w:sz w:val="28"/>
          <w:szCs w:val="28"/>
        </w:rPr>
      </w:pPr>
      <w:r w:rsidRPr="00715D1A">
        <w:rPr>
          <w:sz w:val="28"/>
          <w:szCs w:val="28"/>
        </w:rPr>
        <w:t>Члены комиссии: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8"/>
        <w:gridCol w:w="7200"/>
      </w:tblGrid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Шакиров И.З.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начальник муниципального казённого учреждения «Отдел по молодежной политике, спорту и туризму Исполнительного комитета Рыбно-Слободского муниципального района Республики Татарстан» 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Нугманова И.М.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председатель Финансово-бюджетной палаты Рыбно-Слободского муниципального района Республики Татарстан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Мустафин Н.Ф.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начальник отдела МВД России по Рыбно-Слободскому району, полковник полиции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Китаев М. Р.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главный врач государственного автономного учреждения здравоохранения «Рыбно-Слободская центральная районная больница»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Миличихина И.Л.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заместитель начальника Территориального отдела Управления Роспотребнадзора по Республике Татарстан (Татарстан) в Лаишевском, Пестречинском, Рыбно-Слободском районах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Файзуллин И.Г.  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главный врач филиала федерального бюджетного учреждения здравоохранения «Центр гигиены и эпидемиологии в Республике Татарстан» в Лаишевском, Пестречинском, Рыбно-Слободском районах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Default="001C4A1D" w:rsidP="00715D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Ещев О.Л.</w:t>
            </w:r>
          </w:p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Шафигуллин А.Г.</w:t>
            </w:r>
            <w:r w:rsidRPr="00715D1A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начальник межрайонного отделения надзорной деятельности по Алексеевскому и Рыбно-Слободскому муниципальным районам Управления надзорной деятельности и профилактической работы ГУ МЧС России по РТ (по согласованию)</w:t>
            </w:r>
          </w:p>
        </w:tc>
      </w:tr>
      <w:tr w:rsidR="001C4A1D" w:rsidRPr="00715D1A" w:rsidTr="007257F5">
        <w:trPr>
          <w:trHeight w:val="152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Габрахманова Г.Г.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ответственный секретарь Комиссии по делам несовершеннолетних и защите их прав Рыбно-Слободского муниципального района Республики Татарстан</w:t>
            </w:r>
          </w:p>
        </w:tc>
      </w:tr>
      <w:tr w:rsidR="001C4A1D" w:rsidRPr="00715D1A" w:rsidTr="007257F5">
        <w:trPr>
          <w:trHeight w:val="766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Валиуллин З.Р.       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директор МКУ «Служба муниципального заказа»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trHeight w:val="929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Багаутдинова Г.М.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начальник отдела по опеке и попечительству Исполнительного комитета Рыбно-Слободского муниципального района Республики Татарстан</w:t>
            </w:r>
          </w:p>
        </w:tc>
      </w:tr>
      <w:tr w:rsidR="001C4A1D" w:rsidRPr="00715D1A" w:rsidTr="007257F5">
        <w:trPr>
          <w:trHeight w:val="724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Иминова Р.Г.   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директор муниципального бюджетного учреждения дополнительного образования «Центр детского творчества»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trHeight w:val="830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Мингазова Т.Г.         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директор филиала АО «ТАТМЕДИА» - главный редактор   районной газеты «Сельские горизонты» (по согласованию)</w:t>
            </w:r>
          </w:p>
        </w:tc>
      </w:tr>
      <w:tr w:rsidR="001C4A1D" w:rsidRPr="00715D1A" w:rsidTr="007257F5">
        <w:trPr>
          <w:trHeight w:val="355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Замалиев Р.Б.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директор муниципального бюджетного учреждения «Спортивно-оздоровительный комплекс «Дельфин» Рыбно-Слободского муниципального района Республики Татарстан (по согласованию)</w:t>
            </w:r>
          </w:p>
        </w:tc>
      </w:tr>
      <w:tr w:rsidR="001C4A1D" w:rsidRPr="00715D1A" w:rsidTr="007257F5">
        <w:trPr>
          <w:trHeight w:val="355"/>
        </w:trPr>
        <w:tc>
          <w:tcPr>
            <w:tcW w:w="2448" w:type="dxa"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Рашитова Р.Г. </w:t>
            </w:r>
          </w:p>
        </w:tc>
        <w:tc>
          <w:tcPr>
            <w:tcW w:w="7200" w:type="dxa"/>
          </w:tcPr>
          <w:p w:rsidR="001C4A1D" w:rsidRPr="00715D1A" w:rsidRDefault="001C4A1D" w:rsidP="00715D1A">
            <w:pPr>
              <w:jc w:val="both"/>
              <w:rPr>
                <w:b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начальник муниципального казённого учреждения «Отдел социально-культурной сферы Исполнительного      комитета Рыбно-Слободского муниципального района Республики Татарстан»</w:t>
            </w:r>
          </w:p>
        </w:tc>
      </w:tr>
    </w:tbl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</w:pPr>
      <w:r w:rsidRPr="00715D1A">
        <w:t xml:space="preserve">Согласовано                                                                       Утверждена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</w:pPr>
      <w:r w:rsidRPr="00715D1A">
        <w:t xml:space="preserve">директор ГБУ РЦ «Лето» РТ                                            постановлением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  <w:jc w:val="both"/>
      </w:pPr>
      <w:r w:rsidRPr="00715D1A">
        <w:t xml:space="preserve">Исполнительного комитета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</w:pPr>
      <w:r w:rsidRPr="00715D1A">
        <w:t xml:space="preserve">_____________Р.Ш.Муратшин                                        Рыбно-Слободского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  <w:jc w:val="both"/>
      </w:pPr>
      <w:r w:rsidRPr="00715D1A">
        <w:t>муниципального района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  <w:jc w:val="both"/>
      </w:pPr>
      <w:r w:rsidRPr="00715D1A">
        <w:t>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  <w:jc w:val="both"/>
      </w:pPr>
      <w:r w:rsidRPr="00715D1A">
        <w:t>От ________2019г.  № ___пи</w:t>
      </w:r>
    </w:p>
    <w:p w:rsidR="001C4A1D" w:rsidRPr="00715D1A" w:rsidRDefault="001C4A1D" w:rsidP="00715D1A">
      <w:pPr>
        <w:widowControl w:val="0"/>
        <w:tabs>
          <w:tab w:val="left" w:pos="10317"/>
        </w:tabs>
        <w:autoSpaceDE w:val="0"/>
        <w:autoSpaceDN w:val="0"/>
        <w:adjustRightInd w:val="0"/>
        <w:ind w:right="-5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                                                                 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Муниципальная программа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sz w:val="28"/>
          <w:szCs w:val="28"/>
        </w:rPr>
        <w:t>«</w:t>
      </w:r>
      <w:r w:rsidRPr="00715D1A">
        <w:rPr>
          <w:b/>
          <w:sz w:val="28"/>
          <w:szCs w:val="28"/>
        </w:rPr>
        <w:t>Организация отдыха детей и молодёжи в Рыбно-Слободском муниципальном районе Республики Татарстан на 2020 год»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715D1A">
        <w:rPr>
          <w:b/>
        </w:rPr>
        <w:t>ПАСПОРТ ПРОГРАММЫ</w:t>
      </w:r>
    </w:p>
    <w:tbl>
      <w:tblPr>
        <w:tblW w:w="11160" w:type="dxa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8820"/>
      </w:tblGrid>
      <w:tr w:rsidR="001C4A1D" w:rsidRPr="00715D1A" w:rsidTr="007257F5">
        <w:trPr>
          <w:cantSplit/>
          <w:trHeight w:val="100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«Организация отдыха детей и молодёжи в Рыбно-Слободском муниципальном районе  Республики Татарстан на 2020 год» (далее – Программа)</w:t>
            </w:r>
          </w:p>
        </w:tc>
      </w:tr>
      <w:tr w:rsidR="001C4A1D" w:rsidRPr="00715D1A" w:rsidTr="007257F5">
        <w:trPr>
          <w:cantSplit/>
          <w:trHeight w:val="69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Муниципальный заказчик – координатор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образования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69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Муниципальные заказчики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образования Исполнительного комитета Рыбно-Слободского муниципального района Республики Татарстан»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по молодежной политике, спорту и туризму Исполнительного комитета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84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образования Исполнительного комитета Рыбно-Слободского муниципального района Республики Татарстан»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по молодежной политике, спорту и туризму Исполнительного комитета Рыбно-Слободского муниципального  района Республики Татарстан»</w:t>
            </w:r>
          </w:p>
        </w:tc>
      </w:tr>
      <w:tr w:rsidR="001C4A1D" w:rsidRPr="00715D1A" w:rsidTr="007257F5">
        <w:trPr>
          <w:cantSplit/>
          <w:trHeight w:val="8592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образования Исполнительного комитета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по молодежной политике, спорту и туризму Исполнительного комитета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казённое учреждение «Отдел социально-культурной сферы Исполнительного комитета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муниципальное бюджетное учреждение дополнительного образования «Центр детского творчества»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государственное автономное учреждение здравоохранения «Рыбно-Слободская центральная районная больница» (по согласованию);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Финансово-бюджетная палата Рыбно-Слободского муниципального района Республики Татарстан (по согласованию);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Рыбно-Слободский отдел филиала федерального бюджетного учреждения здравоохранения «Центр гигиены и эпидемиологии в Республике Татарстан» в Лаишевском, Пестречинском, Рыбно-Слободском районах (по согласованию);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отдел МВД России по Рыбно-Слободскому району (по согласованию);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межрайонное отделение надзорной деятельности по Алексеевскому и  Рыбно-Слободскому муниципальным районам Управления надзорной деятельности и профилактической работы ГУ МЧС России по РТ  (по согласованию);</w:t>
            </w:r>
          </w:p>
          <w:p w:rsidR="001C4A1D" w:rsidRPr="00715D1A" w:rsidRDefault="001C4A1D" w:rsidP="00715D1A">
            <w:pPr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пожарно-спасательная часть №128 ФГКУ «7 отряд Федеральной противопожарной службы по Республике Татарстан»;</w:t>
            </w:r>
          </w:p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филиал АО «ТАТМЕДИА» - районная газета «Сельские горизонты» (по согласованию).</w:t>
            </w:r>
          </w:p>
        </w:tc>
      </w:tr>
      <w:tr w:rsidR="001C4A1D" w:rsidRPr="00715D1A" w:rsidTr="007257F5">
        <w:trPr>
          <w:cantSplit/>
          <w:trHeight w:val="547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Обеспечение развития образовательного творческого потенциала личности, охрана и укрепление здоровья, профилактика заболеваний, закаливание организма, формирование навыков здорового образа жизни, профилактика безнадзорности и правонарушений несовершеннолетних, занятие общественно-полезным и производительным трудом, физической культурой, спортом, туризмом.</w:t>
            </w:r>
          </w:p>
        </w:tc>
      </w:tr>
      <w:tr w:rsidR="001C4A1D" w:rsidRPr="00715D1A" w:rsidTr="007257F5">
        <w:trPr>
          <w:cantSplit/>
          <w:trHeight w:val="5199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 xml:space="preserve"> Задачи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Развитие различных форм отдыха детей и молодежи, детского и молодежного туризма и спорта;      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формирование системы выявления, а также поддержки одаренных и талантливых детей, победителей предметных олимпиад, творческих конкурсов; поддержка детей-сирот, детей, оставшихся без попечения родителей;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профилактика детской заболеваемости и инвалидности;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профилактика безнадзорности и правонарушений несовершеннолетних;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формирование эффективной комплексной социальной защиты и интеграции в общество детей, находящихся в трудной жизненной ситуации;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обеспечение детей школьного возраста отдыхом в каникулярный период;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обеспечение детей и молодежи отдыхом в течение года (за исключением каникулярного периода);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улучшение жизнедеятельности и решение проблем неблагополучия детей;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обеспечение укомплектования персоналом организаций отдыха.</w:t>
            </w:r>
          </w:p>
        </w:tc>
      </w:tr>
      <w:tr w:rsidR="001C4A1D" w:rsidRPr="00715D1A" w:rsidTr="007257F5">
        <w:trPr>
          <w:cantSplit/>
          <w:trHeight w:val="732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2020 год.</w:t>
            </w:r>
          </w:p>
        </w:tc>
      </w:tr>
      <w:tr w:rsidR="001C4A1D" w:rsidRPr="00715D1A" w:rsidTr="007257F5">
        <w:trPr>
          <w:cantSplit/>
          <w:trHeight w:val="255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Объемы и источники финансирования 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Общий объем финансирования Программы на 2020 год составляет -  4430,1 тыс. рублей, в том числе: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субсидии на организацию отдыха из бюджета Республики Татарстан – </w:t>
            </w:r>
            <w:r w:rsidRPr="00715D1A">
              <w:rPr>
                <w:bCs/>
                <w:color w:val="000000"/>
                <w:sz w:val="28"/>
                <w:szCs w:val="28"/>
              </w:rPr>
              <w:t xml:space="preserve">3772,1 </w:t>
            </w:r>
            <w:r w:rsidRPr="00715D1A">
              <w:rPr>
                <w:sz w:val="28"/>
                <w:szCs w:val="28"/>
              </w:rPr>
              <w:t xml:space="preserve">тыс. рублей;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субсидии на обеспечение отдыха детей работников предприятий и организаций из бюджета Республики Татарстан –2,1 тыс.рублей;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средства родителей - </w:t>
            </w:r>
            <w:r w:rsidRPr="00715D1A">
              <w:rPr>
                <w:color w:val="000000"/>
                <w:sz w:val="28"/>
                <w:szCs w:val="28"/>
              </w:rPr>
              <w:t xml:space="preserve">617,8 </w:t>
            </w:r>
            <w:r w:rsidRPr="00715D1A">
              <w:rPr>
                <w:sz w:val="28"/>
                <w:szCs w:val="28"/>
              </w:rPr>
              <w:t>тыс. рублей</w:t>
            </w:r>
            <w:r w:rsidRPr="00715D1A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 местного бюджета района-38,1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6600"/>
                <w:sz w:val="28"/>
                <w:szCs w:val="28"/>
                <w:u w:val="single"/>
              </w:rPr>
            </w:pPr>
            <w:r w:rsidRPr="00715D1A">
              <w:rPr>
                <w:sz w:val="28"/>
                <w:szCs w:val="28"/>
              </w:rPr>
              <w:t>Примечание: объемы финансирования носят прогнозный характер и подлежат корректировке с учётом возможностей местного бюджета</w:t>
            </w:r>
          </w:p>
        </w:tc>
      </w:tr>
      <w:tr w:rsidR="001C4A1D" w:rsidRPr="00715D1A" w:rsidTr="007257F5">
        <w:trPr>
          <w:cantSplit/>
          <w:trHeight w:val="929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Общий контроль за исполнением Программы осуществляет муниципальное казённое учреждение «Отдел образования Исполнительного комитета Рыбно-Слободского муниципального  района Республики Татарстан» совместно с муниципальным казённым учреждением «Отдел по молодежной политике, спорту и туризму Исполнительного комитета Рыбно-Слободского муниципального  района Республики Татарстан», которые уточняют плановые и целевые показатели, составляют сводную информацию о ходе выполнения Программы.</w:t>
            </w:r>
          </w:p>
        </w:tc>
      </w:tr>
      <w:tr w:rsidR="001C4A1D" w:rsidRPr="00715D1A" w:rsidTr="007257F5">
        <w:trPr>
          <w:cantSplit/>
          <w:trHeight w:val="228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Ожидаемые конечные результаты реализации Программы (индикаторы оценки результатов) и показатели её бюджетной эффективности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Создание необходимых условий для организации отдыха детей и молодежи, повышение оздоровительного эффекта;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обеспечение охвата детей различными формами отдыха в каникулярное время на уровне не ниже 50 процентов от общего населения детей в возрасте от 7 до 18 лет;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увеличение количества детей и молодёжи мероприятиями патриотической направленности, увеличение количества детей и молодёжи, прошедших подготовку в военно-спортивных лагерях; повышения уровня духовно-нравственной культуры молодёжи; повышение уровня гражданской идентичности.</w:t>
            </w:r>
          </w:p>
        </w:tc>
      </w:tr>
    </w:tbl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15D1A">
        <w:rPr>
          <w:b/>
          <w:bCs/>
        </w:rPr>
        <w:t>I. ЦЕЛЬ, ЗАДАЧИ, МЕРОПРИЯТИЯ ПРОГРАММЫ, ОПИСАНИЕ</w:t>
      </w:r>
    </w:p>
    <w:p w:rsidR="001C4A1D" w:rsidRPr="00715D1A" w:rsidRDefault="001C4A1D" w:rsidP="00715D1A">
      <w:pPr>
        <w:autoSpaceDE w:val="0"/>
        <w:autoSpaceDN w:val="0"/>
        <w:adjustRightInd w:val="0"/>
        <w:jc w:val="center"/>
        <w:rPr>
          <w:b/>
          <w:bCs/>
        </w:rPr>
      </w:pPr>
      <w:r w:rsidRPr="00715D1A">
        <w:rPr>
          <w:b/>
          <w:bCs/>
        </w:rPr>
        <w:t>ОЖИДАЕМЫХ КОНЕЧНЫХ РЕЗУЛЬТАТОВ РЕАЛИЗАЦИИ ПРОГРАММЫ, СРОКИ И ЭТАПЫ ЕЁ РЕАЛИЗАЦИИ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5D1A">
        <w:rPr>
          <w:bCs/>
          <w:sz w:val="28"/>
          <w:szCs w:val="28"/>
        </w:rPr>
        <w:t>Целью Программы является</w:t>
      </w:r>
      <w:r w:rsidRPr="00715D1A">
        <w:rPr>
          <w:sz w:val="28"/>
          <w:szCs w:val="28"/>
        </w:rPr>
        <w:t xml:space="preserve"> обеспечение развития образовательного творческого потенциала личности, охрана и укрепление здоровья, профилактика заболеваний, закаливание организма, формирование навыков здорового образа жизни, профилактика безнадзорности и правонарушений несовершеннолетних, занятие общественно-полезным и производительным трудом, физической культурой, спортом, туризмом.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5D1A">
        <w:rPr>
          <w:bCs/>
          <w:sz w:val="28"/>
          <w:szCs w:val="28"/>
        </w:rPr>
        <w:t>Достижение поставленной цели осуществляется посредством решения следующих задач: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развитие различных форм отдыха детей и молодежи, детского и молодежного туризма и спорта;      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формирование системы выявления, а также поддержки одаренных и талантливых детей, победителей предметных олимпиад, творческих конкурсов; поддержка детей-сирот, детей, оставшихся без попечения родителей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профилактика детской заболеваемости и инвалидности;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профилактика безнадзорности и правонарушений несовершеннолетних;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формирование эффективной комплексной социальной защиты и интеграции в общество детей, находящихся в трудной жизненной ситуации;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обеспечение детей школьного возраста отдыхом в каникулярный период;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обеспечение детей и молодежи отдыхом в течение года (за исключением каникулярного периода);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улучшение жизнедеятельности и решение проблем неблагополучия детей;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обеспечение укомплектования персоналом организаций отдыха.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5D1A">
        <w:rPr>
          <w:bCs/>
          <w:sz w:val="28"/>
          <w:szCs w:val="28"/>
        </w:rPr>
        <w:t xml:space="preserve">Мероприятия Программы в разрезе её цели и задач с указанием ответственных исполнителей Программы представлены в </w:t>
      </w:r>
      <w:hyperlink r:id="rId12" w:history="1">
        <w:r w:rsidRPr="00715D1A">
          <w:rPr>
            <w:bCs/>
            <w:sz w:val="28"/>
            <w:szCs w:val="28"/>
          </w:rPr>
          <w:t>приложении №1</w:t>
        </w:r>
      </w:hyperlink>
      <w:r w:rsidRPr="00715D1A">
        <w:rPr>
          <w:bCs/>
          <w:sz w:val="28"/>
          <w:szCs w:val="28"/>
        </w:rPr>
        <w:t xml:space="preserve"> к Программе.</w:t>
      </w: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15D1A">
        <w:rPr>
          <w:b/>
        </w:rPr>
        <w:t>II. ОБОСНОВАНИЕ РЕСУРСНОГО ОБЕСПЕЧЕНИЯ ПРОГРАММЫ</w:t>
      </w:r>
    </w:p>
    <w:p w:rsidR="001C4A1D" w:rsidRPr="00715D1A" w:rsidRDefault="001C4A1D" w:rsidP="00715D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Общий объем финансирования Программы на 2020 год составляет 4430,1 тыс. рублей, в том числе: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субсидии на организацию отдыха из бюджета Республики Татарстан - </w:t>
      </w:r>
      <w:r w:rsidRPr="00715D1A">
        <w:rPr>
          <w:bCs/>
          <w:color w:val="000000"/>
          <w:sz w:val="28"/>
          <w:szCs w:val="28"/>
        </w:rPr>
        <w:t xml:space="preserve">3772,1 </w:t>
      </w:r>
      <w:r w:rsidRPr="00715D1A">
        <w:rPr>
          <w:sz w:val="28"/>
          <w:szCs w:val="28"/>
        </w:rPr>
        <w:t xml:space="preserve">тыс. рублей;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субсидии на обеспечение отдыха детей работников предприятий и организаций из бюджета Республики Татарстан - 2,1 тыс. рублей;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средства родителей - </w:t>
      </w:r>
      <w:r w:rsidRPr="00715D1A">
        <w:rPr>
          <w:color w:val="000000"/>
          <w:sz w:val="28"/>
          <w:szCs w:val="28"/>
        </w:rPr>
        <w:t xml:space="preserve">617,8 </w:t>
      </w:r>
      <w:r w:rsidRPr="00715D1A">
        <w:rPr>
          <w:sz w:val="28"/>
          <w:szCs w:val="28"/>
        </w:rPr>
        <w:t>тыс. рублей.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 местного бюджета района-38,1 тыс. рублей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Примечание: объемы финансирования носят прогнозный характер и подлежат корректировке с учётом возможностей местного бюджета.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15D1A">
        <w:rPr>
          <w:b/>
        </w:rPr>
        <w:t>I</w:t>
      </w:r>
      <w:r w:rsidRPr="00715D1A">
        <w:rPr>
          <w:b/>
          <w:lang w:val="en-US"/>
        </w:rPr>
        <w:t>II</w:t>
      </w:r>
      <w:r w:rsidRPr="00715D1A">
        <w:rPr>
          <w:b/>
        </w:rPr>
        <w:t>. МЕХАНИЗМ РЕАЛИЗАЦИИ ПРОГРАММЫ</w:t>
      </w:r>
    </w:p>
    <w:p w:rsidR="001C4A1D" w:rsidRPr="00715D1A" w:rsidRDefault="001C4A1D" w:rsidP="00715D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Организации, учреждения Рыбно-Слободского муниципального района Республики Татарстан всех форм собственности, имеющие на балансе оздоровительные лагеря и принимающие участие в организации отдыха детей и молодежи, должны представлять: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в муниципальное бюджетное образовательное учреждение дополнительного образования «Центр детского творчества» Рыбно-Слободского муниципального района Республики Татарстан: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до 1 мая 2020 года - графики открытия лагерей всех типов;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с 1 июня по июль 2020 года включительно в трехдневный срок после заезда в оздоровительный лагерь, оперативную информацию об организации отдыха детей и молодёжи;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до 1 августа 2020 года – творческие отчеты о проведенных мероприятиях, содержащие фото- и видеоматериалы.</w:t>
      </w:r>
    </w:p>
    <w:p w:rsidR="001C4A1D" w:rsidRPr="00715D1A" w:rsidRDefault="001C4A1D" w:rsidP="00715D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Муниципальное казённое учреждение «Отдел образования Исполнительного комитета Рыбно-Слободского муниципального района Республики Татарстан» представляет отчет по реализации Программы в отдел территориального развития Исполнительного комитета Рыбно-Слободского муниципального района Республики Татарстан ежеквартально, до 25 числа месяца, следующего за отчетным периодом.</w:t>
      </w:r>
    </w:p>
    <w:p w:rsidR="001C4A1D" w:rsidRPr="00715D1A" w:rsidRDefault="001C4A1D" w:rsidP="00715D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15D1A">
        <w:rPr>
          <w:b/>
          <w:lang w:val="en-US"/>
        </w:rPr>
        <w:t>I</w:t>
      </w:r>
      <w:r w:rsidRPr="00715D1A">
        <w:rPr>
          <w:b/>
        </w:rPr>
        <w:t>V. ОЦЕНКА СОЦИАЛЬНОЙ ЭФФЕКТИВНОСТИ ПРОГРАММЫ</w:t>
      </w:r>
    </w:p>
    <w:p w:rsidR="001C4A1D" w:rsidRPr="00715D1A" w:rsidRDefault="001C4A1D" w:rsidP="00715D1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5D1A">
        <w:rPr>
          <w:bCs/>
          <w:sz w:val="28"/>
          <w:szCs w:val="28"/>
        </w:rPr>
        <w:t>Целью Программы является</w:t>
      </w:r>
      <w:r w:rsidRPr="00715D1A">
        <w:rPr>
          <w:sz w:val="28"/>
          <w:szCs w:val="28"/>
        </w:rPr>
        <w:t xml:space="preserve"> обеспечение развития образовательного творческого потенциала личности, охрана и укрепление здоровья, профилактика заболеваний, закаливание организма, формирование навыков здорового образа жизни, профилактика безнадзорности и правонарушений несовершеннолетних, занятие общественно-полезным и производительным трудом, физической культурой, спортом, туризмом.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Основной социальный эффект реализации Программы выражается: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в повышении уровня удовлетворенности населения качественными услугами в сфере отдыха детей и молодежи, снижении уровня заболеваемости детей и молодежи;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15D1A">
        <w:rPr>
          <w:sz w:val="28"/>
          <w:szCs w:val="28"/>
        </w:rPr>
        <w:t>улучшение жизнедеятельности и решении проблем неблагополучия детей;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15D1A">
        <w:rPr>
          <w:sz w:val="28"/>
          <w:szCs w:val="28"/>
        </w:rPr>
        <w:t>поддержке детей-сирот, детей, оставшихся без попечения родителей;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15D1A">
        <w:rPr>
          <w:sz w:val="28"/>
          <w:szCs w:val="28"/>
        </w:rPr>
        <w:t>обеспечение детей и молодежи отдыхом в каникулярный период.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15D1A">
        <w:rPr>
          <w:sz w:val="28"/>
          <w:szCs w:val="28"/>
        </w:rPr>
        <w:t>Показатели оценки эффективности реализации Программы: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обеспечение охвата детей различными формами отдыха в каникулярное время </w:t>
      </w:r>
      <w:r>
        <w:rPr>
          <w:sz w:val="28"/>
          <w:szCs w:val="28"/>
        </w:rPr>
        <w:t xml:space="preserve">на уровне не ниже 50 процентов </w:t>
      </w:r>
      <w:r w:rsidRPr="00715D1A">
        <w:rPr>
          <w:sz w:val="28"/>
          <w:szCs w:val="28"/>
        </w:rPr>
        <w:t xml:space="preserve">от общего населения детей в возрасте от 7 до 18 лет; 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увеличение количества детей и молодёжи мероприятиями патриотической направленности, увеличение количества детей и молодёжи, прошедших подготовку в военно-спортивных лагерях; 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15D1A">
        <w:rPr>
          <w:sz w:val="28"/>
          <w:szCs w:val="28"/>
        </w:rPr>
        <w:t xml:space="preserve">повышения уровня духовно-нравственной культуры молодёжи; </w:t>
      </w:r>
    </w:p>
    <w:p w:rsidR="001C4A1D" w:rsidRPr="00715D1A" w:rsidRDefault="001C4A1D" w:rsidP="00715D1A">
      <w:pPr>
        <w:autoSpaceDE w:val="0"/>
        <w:autoSpaceDN w:val="0"/>
        <w:adjustRightInd w:val="0"/>
        <w:ind w:firstLine="709"/>
        <w:sectPr w:rsidR="001C4A1D" w:rsidRPr="00715D1A" w:rsidSect="00C97FA2">
          <w:pgSz w:w="11906" w:h="16838"/>
          <w:pgMar w:top="719" w:right="567" w:bottom="851" w:left="1260" w:header="709" w:footer="709" w:gutter="0"/>
          <w:cols w:space="708"/>
          <w:docGrid w:linePitch="360"/>
        </w:sectPr>
      </w:pPr>
      <w:r w:rsidRPr="00715D1A">
        <w:rPr>
          <w:sz w:val="28"/>
          <w:szCs w:val="28"/>
        </w:rPr>
        <w:t>повышение уровня гражданской идентичности</w:t>
      </w:r>
      <w:r>
        <w:rPr>
          <w:sz w:val="28"/>
          <w:szCs w:val="28"/>
        </w:rPr>
        <w:t>.</w:t>
      </w:r>
    </w:p>
    <w:p w:rsidR="001C4A1D" w:rsidRDefault="001C4A1D" w:rsidP="00630D33">
      <w:pPr>
        <w:autoSpaceDE w:val="0"/>
        <w:autoSpaceDN w:val="0"/>
        <w:adjustRightInd w:val="0"/>
        <w:outlineLvl w:val="0"/>
      </w:pPr>
    </w:p>
    <w:p w:rsidR="001C4A1D" w:rsidRDefault="001C4A1D" w:rsidP="00715D1A">
      <w:pPr>
        <w:autoSpaceDE w:val="0"/>
        <w:autoSpaceDN w:val="0"/>
        <w:adjustRightInd w:val="0"/>
        <w:ind w:firstLine="10206"/>
        <w:outlineLvl w:val="0"/>
      </w:pPr>
    </w:p>
    <w:p w:rsidR="001C4A1D" w:rsidRPr="00715D1A" w:rsidRDefault="001C4A1D" w:rsidP="00715D1A">
      <w:pPr>
        <w:autoSpaceDE w:val="0"/>
        <w:autoSpaceDN w:val="0"/>
        <w:adjustRightInd w:val="0"/>
        <w:ind w:firstLine="10206"/>
        <w:outlineLvl w:val="0"/>
      </w:pPr>
      <w:r w:rsidRPr="00715D1A">
        <w:t>Приложение № 1</w:t>
      </w:r>
    </w:p>
    <w:p w:rsidR="001C4A1D" w:rsidRPr="00715D1A" w:rsidRDefault="001C4A1D" w:rsidP="00715D1A">
      <w:pPr>
        <w:autoSpaceDE w:val="0"/>
        <w:autoSpaceDN w:val="0"/>
        <w:adjustRightInd w:val="0"/>
        <w:ind w:firstLine="10206"/>
      </w:pPr>
      <w:r w:rsidRPr="00715D1A">
        <w:t xml:space="preserve">к муниципальной программе </w:t>
      </w:r>
    </w:p>
    <w:p w:rsidR="001C4A1D" w:rsidRPr="00715D1A" w:rsidRDefault="001C4A1D" w:rsidP="00715D1A">
      <w:pPr>
        <w:autoSpaceDE w:val="0"/>
        <w:autoSpaceDN w:val="0"/>
        <w:adjustRightInd w:val="0"/>
        <w:ind w:firstLine="10206"/>
      </w:pPr>
      <w:r w:rsidRPr="00715D1A">
        <w:t xml:space="preserve">«Организация отдыха детей и </w:t>
      </w:r>
    </w:p>
    <w:p w:rsidR="001C4A1D" w:rsidRPr="00715D1A" w:rsidRDefault="001C4A1D" w:rsidP="00715D1A">
      <w:pPr>
        <w:autoSpaceDE w:val="0"/>
        <w:autoSpaceDN w:val="0"/>
        <w:adjustRightInd w:val="0"/>
        <w:ind w:firstLine="10206"/>
      </w:pPr>
      <w:r w:rsidRPr="00715D1A">
        <w:t xml:space="preserve">молодёжи в Рыбно-Слободском </w:t>
      </w:r>
    </w:p>
    <w:p w:rsidR="001C4A1D" w:rsidRPr="00715D1A" w:rsidRDefault="001C4A1D" w:rsidP="00715D1A">
      <w:pPr>
        <w:autoSpaceDE w:val="0"/>
        <w:autoSpaceDN w:val="0"/>
        <w:adjustRightInd w:val="0"/>
        <w:ind w:firstLine="10206"/>
      </w:pPr>
      <w:r w:rsidRPr="00715D1A">
        <w:t xml:space="preserve">муниципальном районе Республики </w:t>
      </w:r>
    </w:p>
    <w:p w:rsidR="001C4A1D" w:rsidRPr="00715D1A" w:rsidRDefault="001C4A1D" w:rsidP="00715D1A">
      <w:pPr>
        <w:autoSpaceDE w:val="0"/>
        <w:autoSpaceDN w:val="0"/>
        <w:adjustRightInd w:val="0"/>
        <w:ind w:firstLine="10206"/>
      </w:pPr>
      <w:r w:rsidRPr="00715D1A">
        <w:t>Татарстан на 2020 год»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firstLine="10206"/>
        <w:rPr>
          <w:sz w:val="28"/>
          <w:szCs w:val="28"/>
        </w:rPr>
      </w:pPr>
    </w:p>
    <w:p w:rsidR="001C4A1D" w:rsidRPr="00715D1A" w:rsidRDefault="001C4A1D" w:rsidP="00715D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Мероприятия, проводимые в рамках муниципальной программы </w:t>
      </w:r>
    </w:p>
    <w:p w:rsidR="001C4A1D" w:rsidRPr="00715D1A" w:rsidRDefault="001C4A1D" w:rsidP="00715D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«Организация отдыха детей и молодёжи в Рыбно-Слободском муниципальном районе</w:t>
      </w:r>
    </w:p>
    <w:p w:rsidR="001C4A1D" w:rsidRPr="00715D1A" w:rsidRDefault="001C4A1D" w:rsidP="00715D1A">
      <w:pPr>
        <w:autoSpaceDE w:val="0"/>
        <w:autoSpaceDN w:val="0"/>
        <w:adjustRightInd w:val="0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Республики Татарстан на 2020</w:t>
      </w:r>
      <w:r w:rsidRPr="00715D1A">
        <w:rPr>
          <w:b/>
          <w:sz w:val="28"/>
          <w:szCs w:val="28"/>
        </w:rPr>
        <w:t xml:space="preserve"> год» в соответствии с утверждёнными нормативами объёмов услуг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293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40"/>
        <w:gridCol w:w="4746"/>
        <w:gridCol w:w="1562"/>
        <w:gridCol w:w="1559"/>
        <w:gridCol w:w="4323"/>
      </w:tblGrid>
      <w:tr w:rsidR="001C4A1D" w:rsidRPr="00715D1A" w:rsidTr="007257F5">
        <w:trPr>
          <w:cantSplit/>
          <w:trHeight w:val="757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№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п/п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Наименование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мероприятий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ind w:left="-7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ind w:hanging="7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человек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1C4A1D" w:rsidRPr="00715D1A" w:rsidTr="007257F5">
        <w:trPr>
          <w:cantSplit/>
          <w:trHeight w:val="1705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1.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Организация </w:t>
            </w:r>
            <w:r w:rsidRPr="00715D1A">
              <w:rPr>
                <w:bCs/>
                <w:sz w:val="28"/>
                <w:szCs w:val="28"/>
              </w:rPr>
              <w:t>смены</w:t>
            </w:r>
            <w:r w:rsidRPr="00715D1A">
              <w:rPr>
                <w:b/>
                <w:bCs/>
                <w:sz w:val="28"/>
                <w:szCs w:val="28"/>
              </w:rPr>
              <w:t xml:space="preserve"> </w:t>
            </w:r>
            <w:r w:rsidRPr="00715D1A">
              <w:rPr>
                <w:sz w:val="28"/>
                <w:szCs w:val="28"/>
              </w:rPr>
              <w:t xml:space="preserve">отдыха и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оздоровления детей и молодёжи</w:t>
            </w:r>
            <w:r w:rsidRPr="00715D1A">
              <w:rPr>
                <w:bCs/>
                <w:sz w:val="28"/>
                <w:szCs w:val="28"/>
              </w:rPr>
              <w:t xml:space="preserve"> в лагере, организованном образовательной организацией с дневным пребыванием</w:t>
            </w:r>
            <w:r w:rsidRPr="00715D1A">
              <w:rPr>
                <w:sz w:val="28"/>
                <w:szCs w:val="28"/>
              </w:rPr>
              <w:t xml:space="preserve"> в летний период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Июнь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350 (пришкольный)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образования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727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2.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Организация смены отдыха и  трудовой деятельности  детей и молодёжи в лагере, </w:t>
            </w:r>
            <w:r w:rsidRPr="00715D1A">
              <w:rPr>
                <w:bCs/>
                <w:sz w:val="28"/>
                <w:szCs w:val="28"/>
              </w:rPr>
              <w:t>организованном образовательной организацией с дневным пребыванием</w:t>
            </w:r>
            <w:r w:rsidRPr="00715D1A">
              <w:rPr>
                <w:sz w:val="28"/>
                <w:szCs w:val="28"/>
              </w:rPr>
              <w:t xml:space="preserve"> в летний период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Июнь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100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(ЛТО)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образования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358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3.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Организация отдыха и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оздоровления детей в профильной смене в лагере палаточного типа «Надежда»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Июль- август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90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(7 дней)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по  молодежной политике, спорту и туризму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05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4.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Организация отдыха и оздоровления детей в загородном лагере для работников государственной бюджетной организаций,  определяемые по итогам торгов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15D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января </w:t>
            </w:r>
            <w:r w:rsidRPr="00715D1A">
              <w:rPr>
                <w:sz w:val="28"/>
                <w:szCs w:val="28"/>
              </w:rPr>
              <w:t>2020 года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 и в оставшийся период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40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(21 день)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образования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41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5.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Организация отдыха и оздоровления детей в профильной смене в загородном лагере, определяемые по итогам торгов в летний период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января</w:t>
            </w:r>
            <w:r w:rsidRPr="00715D1A">
              <w:rPr>
                <w:sz w:val="28"/>
                <w:szCs w:val="28"/>
              </w:rPr>
              <w:t xml:space="preserve"> 2020 года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 в оставшийся период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80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(18 дней)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образования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128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6.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Организация отдыха и оздоровления детей в профильной смене в загородном лагере, определяемые по итогам торгов в летний и в оставшийся период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15D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января </w:t>
            </w:r>
            <w:r w:rsidRPr="00715D1A">
              <w:rPr>
                <w:sz w:val="28"/>
                <w:szCs w:val="28"/>
              </w:rPr>
              <w:t xml:space="preserve">2020 года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 в оставшийся период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60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(7 дней)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образования Исполнительного комитета Рыбно-Слободского муниципального района Республики Татарстан»;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по молодежной политике, спорту и туризму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1128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7.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 xml:space="preserve">ИТОГО постановлением Кабинета Министров Республики Татарстан от </w:t>
            </w:r>
            <w:r w:rsidRPr="00715D1A">
              <w:rPr>
                <w:rFonts w:cs="Arial"/>
                <w:sz w:val="28"/>
                <w:szCs w:val="28"/>
              </w:rPr>
              <w:t xml:space="preserve">17 октября 2019 года N 924 «о внесении в подпрограмму "Организация отдыха детей и молодежи на 2019 - 2022 годы" Государственной программы "Развитие молодежной политики в Республике Татарстан на 2019 - 2022 годы", утвержденной </w:t>
            </w:r>
            <w:hyperlink r:id="rId13" w:history="1">
              <w:r w:rsidRPr="00715D1A">
                <w:rPr>
                  <w:color w:val="000000"/>
                  <w:sz w:val="28"/>
                  <w:szCs w:val="28"/>
                </w:rPr>
                <w:t>постановлением Кабинета Министров Республики Татарстан от 05.03.2019 N 158 "Об утверждении Государственной программы "Развитие молодежной политики в Республике Татарстан на 2019 - 2022 годы"</w:t>
              </w:r>
            </w:hyperlink>
            <w:r w:rsidRPr="00715D1A">
              <w:rPr>
                <w:rFonts w:cs="Arial"/>
                <w:color w:val="000000"/>
                <w:sz w:val="28"/>
                <w:szCs w:val="28"/>
              </w:rPr>
              <w:t xml:space="preserve"> (с изменениями, внесенными </w:t>
            </w:r>
            <w:hyperlink r:id="rId14" w:history="1">
              <w:r w:rsidRPr="00715D1A">
                <w:rPr>
                  <w:color w:val="000000"/>
                  <w:sz w:val="28"/>
                  <w:szCs w:val="28"/>
                </w:rPr>
                <w:t>постановлениями Кабинета Министров Республики Татарстан от 11.07.2019 N 566</w:t>
              </w:r>
            </w:hyperlink>
            <w:r w:rsidRPr="00715D1A">
              <w:rPr>
                <w:rFonts w:cs="Arial"/>
                <w:color w:val="000000"/>
                <w:sz w:val="28"/>
                <w:szCs w:val="28"/>
              </w:rPr>
              <w:t xml:space="preserve">, </w:t>
            </w:r>
            <w:hyperlink r:id="rId15" w:history="1">
              <w:r w:rsidRPr="00715D1A">
                <w:rPr>
                  <w:color w:val="000000"/>
                  <w:sz w:val="28"/>
                  <w:szCs w:val="28"/>
                </w:rPr>
                <w:t>от 24.09.2019 N 875</w:t>
              </w:r>
            </w:hyperlink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720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1399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8.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Организация детских площадок для детей и подростков в летний период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Июнь-август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200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МКУ «Отдел по молодежной политике, спорту и туризму Исполнительного комитета Рыбно-Слободского муниципального района Республики Татарстан»</w:t>
            </w:r>
          </w:p>
        </w:tc>
      </w:tr>
      <w:tr w:rsidR="001C4A1D" w:rsidRPr="00715D1A" w:rsidTr="007257F5">
        <w:trPr>
          <w:cantSplit/>
          <w:trHeight w:val="270"/>
          <w:jc w:val="center"/>
        </w:trPr>
        <w:tc>
          <w:tcPr>
            <w:tcW w:w="7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ИТОГО по району: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15D1A">
              <w:rPr>
                <w:b/>
                <w:sz w:val="28"/>
                <w:szCs w:val="28"/>
              </w:rPr>
              <w:t>920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C4A1D" w:rsidRPr="00715D1A" w:rsidRDefault="001C4A1D" w:rsidP="00715D1A">
      <w:pPr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  <w:r w:rsidRPr="00715D1A">
        <w:rPr>
          <w:b/>
        </w:rPr>
        <w:t>ОРГАНИЗАЦИЯ СМЕН В ЛАГЕРЕ, ОРГАНИЗОВАННОМ ОБРАЗОВАТЕЛЬНОЙ ОРГАНИЗАЦИЕЙ</w:t>
      </w:r>
    </w:p>
    <w:p w:rsidR="001C4A1D" w:rsidRPr="00715D1A" w:rsidRDefault="001C4A1D" w:rsidP="00715D1A">
      <w:pPr>
        <w:ind w:left="720"/>
        <w:jc w:val="center"/>
        <w:rPr>
          <w:b/>
        </w:rPr>
      </w:pPr>
      <w:r w:rsidRPr="00715D1A">
        <w:rPr>
          <w:b/>
        </w:rPr>
        <w:t xml:space="preserve">С ДНЕВНЫМ ПРЕБЫВАНИЕМ УЧАЩИХСЯ </w:t>
      </w:r>
    </w:p>
    <w:p w:rsidR="001C4A1D" w:rsidRPr="00715D1A" w:rsidRDefault="001C4A1D" w:rsidP="00715D1A">
      <w:pPr>
        <w:ind w:left="720"/>
        <w:jc w:val="center"/>
        <w:rPr>
          <w:b/>
        </w:rPr>
      </w:pPr>
      <w:r w:rsidRPr="00715D1A">
        <w:rPr>
          <w:b/>
        </w:rPr>
        <w:t>171,68 руб.(в т.ч.бюджет 145,93руб, род.взнос 25,75руб)</w:t>
      </w:r>
    </w:p>
    <w:p w:rsidR="001C4A1D" w:rsidRPr="00715D1A" w:rsidRDefault="001C4A1D" w:rsidP="00715D1A">
      <w:pPr>
        <w:ind w:left="720"/>
        <w:jc w:val="center"/>
        <w:rPr>
          <w:b/>
        </w:rPr>
      </w:pPr>
    </w:p>
    <w:tbl>
      <w:tblPr>
        <w:tblW w:w="13702" w:type="dxa"/>
        <w:tblInd w:w="14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82"/>
        <w:gridCol w:w="2520"/>
        <w:gridCol w:w="1080"/>
        <w:gridCol w:w="1220"/>
        <w:gridCol w:w="1660"/>
        <w:gridCol w:w="1440"/>
        <w:gridCol w:w="1100"/>
        <w:gridCol w:w="1600"/>
      </w:tblGrid>
      <w:tr w:rsidR="001C4A1D" w:rsidRPr="00715D1A" w:rsidTr="007257F5">
        <w:trPr>
          <w:cantSplit/>
          <w:trHeight w:val="573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База (школа) для организации лагеря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Территория проведения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Количе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ство человек*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Количество дней*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Нормативная стоимость путевки, рублей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Субсидии из бюджета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Родительский взнос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Иные средства (предприятий, местный бюджет)</w:t>
            </w:r>
          </w:p>
        </w:tc>
      </w:tr>
      <w:tr w:rsidR="001C4A1D" w:rsidRPr="00715D1A" w:rsidTr="007257F5">
        <w:trPr>
          <w:cantSplit/>
          <w:trHeight w:val="352"/>
        </w:trPr>
        <w:tc>
          <w:tcPr>
            <w:tcW w:w="137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В летний период</w:t>
            </w:r>
          </w:p>
        </w:tc>
      </w:tr>
      <w:tr w:rsidR="001C4A1D" w:rsidRPr="00715D1A" w:rsidTr="007257F5">
        <w:trPr>
          <w:cantSplit/>
          <w:trHeight w:val="747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МБОУ «Рыбно-Слободская СОШ №2»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114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411001,92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349356,42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61645,50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cantSplit/>
          <w:trHeight w:val="667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МБОУ«Рыбно-СлободскаяГимназия №1»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72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pPr>
              <w:rPr>
                <w:sz w:val="28"/>
                <w:szCs w:val="28"/>
              </w:rPr>
            </w:pPr>
            <w:r w:rsidRPr="00715D1A">
              <w:t>259580,16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220646,16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38934,00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cantSplit/>
          <w:trHeight w:val="699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МБОУ«Больше-Елгинская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72105,60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61290,60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10815,00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745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0"/>
                <w:szCs w:val="20"/>
              </w:rPr>
              <w:t>МБОУ «Больше-Машляковская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50473,92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42903,42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7570,50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763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МБОУ«Кутлу-Букашская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108158,40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91935,90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16222,50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15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МБОУ«Маслов-ская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133395,36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113387,61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20007,75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61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МБОУ«Ново-Арышская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118974,24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101129,49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17844,75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92"/>
        </w:trPr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«Верхне-Тимерликовская СОШ»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3605,28</w:t>
            </w:r>
          </w:p>
          <w:p w:rsidR="001C4A1D" w:rsidRPr="00715D1A" w:rsidRDefault="001C4A1D" w:rsidP="00715D1A">
            <w:r w:rsidRPr="00715D1A">
              <w:t>108158,40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91935,90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16222,50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359"/>
        </w:trPr>
        <w:tc>
          <w:tcPr>
            <w:tcW w:w="79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b/>
              </w:rPr>
            </w:pPr>
            <w:r w:rsidRPr="00715D1A">
              <w:rPr>
                <w:b/>
              </w:rPr>
              <w:t>1261848,00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1072585,50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189262,50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C4A1D" w:rsidRPr="00715D1A" w:rsidRDefault="001C4A1D" w:rsidP="00715D1A">
      <w:pPr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  <w:r>
        <w:rPr>
          <w:b/>
        </w:rPr>
        <w:t xml:space="preserve">ОРГАНИЗАЦИЯ СМЕН ЛАГЕРЕЙ </w:t>
      </w:r>
      <w:r w:rsidRPr="00715D1A">
        <w:rPr>
          <w:b/>
        </w:rPr>
        <w:t>ТРУДА И ОТДЫХА, ОРГАНИЗОВАННЫХ ОБРАЗОВАТЕЛЬНОЙ</w:t>
      </w:r>
    </w:p>
    <w:p w:rsidR="001C4A1D" w:rsidRPr="00715D1A" w:rsidRDefault="001C4A1D" w:rsidP="00715D1A">
      <w:pPr>
        <w:jc w:val="center"/>
        <w:rPr>
          <w:b/>
        </w:rPr>
      </w:pPr>
      <w:r w:rsidRPr="00715D1A">
        <w:rPr>
          <w:b/>
        </w:rPr>
        <w:t xml:space="preserve"> ОРГАНИЗАЦИЕЙ С ДНЕВНЫМ ПРЕБЫВАНИЕМ</w:t>
      </w:r>
    </w:p>
    <w:p w:rsidR="001C4A1D" w:rsidRPr="00715D1A" w:rsidRDefault="001C4A1D" w:rsidP="00715D1A">
      <w:pPr>
        <w:jc w:val="center"/>
        <w:rPr>
          <w:b/>
        </w:rPr>
      </w:pPr>
    </w:p>
    <w:tbl>
      <w:tblPr>
        <w:tblW w:w="14371" w:type="dxa"/>
        <w:tblInd w:w="14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2691"/>
        <w:gridCol w:w="1134"/>
        <w:gridCol w:w="1152"/>
        <w:gridCol w:w="1935"/>
        <w:gridCol w:w="1260"/>
        <w:gridCol w:w="1848"/>
        <w:gridCol w:w="1800"/>
      </w:tblGrid>
      <w:tr w:rsidR="001C4A1D" w:rsidRPr="00715D1A" w:rsidTr="007257F5">
        <w:trPr>
          <w:cantSplit/>
          <w:trHeight w:val="36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База (школа) для организации лагеря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Территория проведения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ство человек*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дней*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Нормативная стоимость путевки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Субсидии из бюджета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Родительский взнос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Иные средства (предприятий, местный бюджет)</w:t>
            </w:r>
          </w:p>
        </w:tc>
      </w:tr>
      <w:tr w:rsidR="001C4A1D" w:rsidRPr="00715D1A" w:rsidTr="007257F5">
        <w:trPr>
          <w:cantSplit/>
          <w:trHeight w:val="299"/>
        </w:trPr>
        <w:tc>
          <w:tcPr>
            <w:tcW w:w="143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В летний период (</w:t>
            </w:r>
            <w:r w:rsidRPr="00715D1A">
              <w:rPr>
                <w:sz w:val="22"/>
                <w:szCs w:val="22"/>
              </w:rPr>
              <w:t>бюджет-164,30 руб</w:t>
            </w:r>
            <w:r w:rsidRPr="00715D1A">
              <w:rPr>
                <w:sz w:val="28"/>
                <w:szCs w:val="28"/>
              </w:rPr>
              <w:t>)</w:t>
            </w:r>
          </w:p>
        </w:tc>
      </w:tr>
      <w:tr w:rsidR="001C4A1D" w:rsidRPr="00715D1A" w:rsidTr="007257F5">
        <w:trPr>
          <w:cantSplit/>
          <w:trHeight w:val="671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«Рыбно-Слободская СОШ №2»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83436,48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3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«Рыбно-Слободская Гимназия №1»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55624,32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3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«Больше-Елгинская СОШ»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30902,40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3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«Больше-Машляковская СОШ»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12360,96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3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«Кутлу-Букашская СОШ»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61804,80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63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«Масловская СОШ»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24721,92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558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МБОУ «Ново-Арышская СОШ»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40173,12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cantSplit/>
          <w:trHeight w:val="178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ИТОГО  ЛТО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3090,24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309024,00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C4A1D" w:rsidRPr="00715D1A" w:rsidRDefault="001C4A1D" w:rsidP="00715D1A">
      <w:pPr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  <w:r w:rsidRPr="00715D1A">
        <w:rPr>
          <w:b/>
        </w:rPr>
        <w:t>ОРГАНИЗАЦИЯ СМЕН В ЗАГОРОДНОМ ЛАГЕРЕ ДЛЯ ДЕТЕЙ РАБОТНИКОВ</w:t>
      </w:r>
    </w:p>
    <w:p w:rsidR="001C4A1D" w:rsidRPr="00715D1A" w:rsidRDefault="001C4A1D" w:rsidP="00715D1A">
      <w:pPr>
        <w:jc w:val="center"/>
        <w:rPr>
          <w:b/>
        </w:rPr>
      </w:pPr>
      <w:r w:rsidRPr="00715D1A">
        <w:rPr>
          <w:b/>
        </w:rPr>
        <w:t xml:space="preserve"> МУНИЦИПАЛЬНЫХ И ГОСУДАРСТВЕННЫХ УЧРЕЖДЕНИЙ </w:t>
      </w:r>
    </w:p>
    <w:p w:rsidR="001C4A1D" w:rsidRPr="00715D1A" w:rsidRDefault="001C4A1D" w:rsidP="00715D1A">
      <w:pPr>
        <w:jc w:val="center"/>
        <w:rPr>
          <w:b/>
        </w:rPr>
      </w:pPr>
    </w:p>
    <w:tbl>
      <w:tblPr>
        <w:tblW w:w="13930" w:type="dxa"/>
        <w:tblInd w:w="14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842"/>
        <w:gridCol w:w="1418"/>
        <w:gridCol w:w="1134"/>
        <w:gridCol w:w="1318"/>
        <w:gridCol w:w="1848"/>
        <w:gridCol w:w="50"/>
        <w:gridCol w:w="1134"/>
        <w:gridCol w:w="76"/>
        <w:gridCol w:w="1200"/>
        <w:gridCol w:w="141"/>
        <w:gridCol w:w="1359"/>
      </w:tblGrid>
      <w:tr w:rsidR="001C4A1D" w:rsidRPr="00715D1A" w:rsidTr="007257F5">
        <w:trPr>
          <w:cantSplit/>
          <w:trHeight w:val="36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Наименование стационарного ДОЛ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Территория проведения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Наименование балансодержателя ДОЛ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человек*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дней*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Нормативная стоимость путевки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Субсидии из бюджета</w:t>
            </w:r>
          </w:p>
          <w:p w:rsidR="001C4A1D" w:rsidRPr="00CC3412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CC3412">
              <w:rPr>
                <w:sz w:val="20"/>
                <w:szCs w:val="20"/>
              </w:rPr>
              <w:t>Эрудит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Родительский взнос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Иные средства (предприятий, местный бюджет)**</w:t>
            </w:r>
          </w:p>
        </w:tc>
      </w:tr>
      <w:tr w:rsidR="001C4A1D" w:rsidRPr="00715D1A" w:rsidTr="007257F5">
        <w:trPr>
          <w:cantSplit/>
          <w:trHeight w:val="396"/>
        </w:trPr>
        <w:tc>
          <w:tcPr>
            <w:tcW w:w="1393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По итогам проведенных открытых торгов</w:t>
            </w:r>
          </w:p>
        </w:tc>
      </w:tr>
      <w:tr w:rsidR="001C4A1D" w:rsidRPr="00715D1A" w:rsidTr="007257F5">
        <w:trPr>
          <w:cantSplit/>
          <w:trHeight w:val="5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Другие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оздоровительные учреждения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 xml:space="preserve">Республика Татарстан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20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21</w:t>
            </w:r>
          </w:p>
        </w:tc>
        <w:tc>
          <w:tcPr>
            <w:tcW w:w="1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348969,60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296625,00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52344,60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1C4A1D" w:rsidRPr="00715D1A" w:rsidTr="007257F5">
        <w:trPr>
          <w:cantSplit/>
          <w:trHeight w:val="4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21</w:t>
            </w:r>
          </w:p>
        </w:tc>
        <w:tc>
          <w:tcPr>
            <w:tcW w:w="1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348969,60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296625,00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52344,60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1C4A1D" w:rsidRPr="00715D1A" w:rsidTr="007257F5">
        <w:trPr>
          <w:cantSplit/>
          <w:trHeight w:val="29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697939,20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593250,00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104689,20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1C4A1D" w:rsidRPr="00715D1A" w:rsidRDefault="001C4A1D" w:rsidP="00715D1A">
      <w:pPr>
        <w:rPr>
          <w:b/>
          <w:sz w:val="28"/>
          <w:szCs w:val="28"/>
        </w:rPr>
      </w:pP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</w:rPr>
        <w:t>ОРГАНИЗАЦИЯ ПРОФИЛЬНЫХ СМЕН В ЗАГОРОДНЫХ ЛАГЕРЯХ</w:t>
      </w:r>
      <w:r w:rsidRPr="00715D1A">
        <w:rPr>
          <w:b/>
          <w:sz w:val="28"/>
          <w:szCs w:val="28"/>
        </w:rPr>
        <w:t xml:space="preserve"> </w:t>
      </w:r>
    </w:p>
    <w:tbl>
      <w:tblPr>
        <w:tblW w:w="15376" w:type="dxa"/>
        <w:tblInd w:w="14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22"/>
        <w:gridCol w:w="1980"/>
        <w:gridCol w:w="1391"/>
        <w:gridCol w:w="1080"/>
        <w:gridCol w:w="1440"/>
        <w:gridCol w:w="1620"/>
        <w:gridCol w:w="1800"/>
        <w:gridCol w:w="1260"/>
        <w:gridCol w:w="1537"/>
        <w:gridCol w:w="1446"/>
      </w:tblGrid>
      <w:tr w:rsidR="001C4A1D" w:rsidRPr="00715D1A" w:rsidTr="007257F5">
        <w:trPr>
          <w:gridAfter w:val="1"/>
          <w:wAfter w:w="1446" w:type="dxa"/>
          <w:cantSplit/>
          <w:trHeight w:val="341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Наименование стационарного ДОЛ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Территория проведения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Наименование балансодержателя ДОЛ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Количество человек*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Количество дней*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Нормативная стоимость путевки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14773,32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Субсидии из бюджета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>
              <w:t>(Санта, Байтик)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12577,34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Родительский взнос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Иные средства (предприятий, местный бюджет)</w:t>
            </w:r>
          </w:p>
        </w:tc>
      </w:tr>
      <w:tr w:rsidR="001C4A1D" w:rsidRPr="00715D1A" w:rsidTr="007257F5">
        <w:trPr>
          <w:gridAfter w:val="1"/>
          <w:wAfter w:w="1446" w:type="dxa"/>
          <w:cantSplit/>
          <w:trHeight w:val="326"/>
        </w:trPr>
        <w:tc>
          <w:tcPr>
            <w:tcW w:w="139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По итогам проведенных открытых торгов (в летний и оставшийся  период)</w:t>
            </w:r>
          </w:p>
        </w:tc>
      </w:tr>
      <w:tr w:rsidR="001C4A1D" w:rsidRPr="00715D1A" w:rsidTr="007257F5">
        <w:trPr>
          <w:gridAfter w:val="1"/>
          <w:wAfter w:w="1446" w:type="dxa"/>
          <w:cantSplit/>
          <w:trHeight w:val="351"/>
        </w:trPr>
        <w:tc>
          <w:tcPr>
            <w:tcW w:w="1822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sz w:val="20"/>
              </w:rPr>
            </w:pPr>
            <w:r w:rsidRPr="00715D1A">
              <w:rPr>
                <w:sz w:val="20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D1A">
              <w:rPr>
                <w:sz w:val="20"/>
                <w:szCs w:val="20"/>
              </w:rPr>
              <w:t>369333,00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313933,50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55399,50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gridAfter w:val="1"/>
          <w:wAfter w:w="1446" w:type="dxa"/>
          <w:cantSplit/>
          <w:trHeight w:val="351"/>
        </w:trPr>
        <w:tc>
          <w:tcPr>
            <w:tcW w:w="1822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sz w:val="20"/>
              </w:rPr>
            </w:pPr>
            <w:r w:rsidRPr="00715D1A">
              <w:rPr>
                <w:sz w:val="20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5D1A">
              <w:rPr>
                <w:sz w:val="20"/>
                <w:szCs w:val="20"/>
              </w:rPr>
              <w:t>369333,00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D1A">
              <w:rPr>
                <w:sz w:val="22"/>
                <w:szCs w:val="22"/>
              </w:rPr>
              <w:t>313933,50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55399,50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gridAfter w:val="1"/>
          <w:wAfter w:w="1446" w:type="dxa"/>
          <w:cantSplit/>
          <w:trHeight w:val="351"/>
        </w:trPr>
        <w:tc>
          <w:tcPr>
            <w:tcW w:w="1822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sz w:val="20"/>
              </w:rPr>
            </w:pPr>
            <w:r w:rsidRPr="00715D1A">
              <w:rPr>
                <w:sz w:val="20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5D1A">
              <w:rPr>
                <w:rFonts w:ascii="Arial" w:hAnsi="Arial" w:cs="Arial"/>
                <w:sz w:val="20"/>
                <w:szCs w:val="20"/>
              </w:rPr>
              <w:t>443199,60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D1A">
              <w:rPr>
                <w:sz w:val="20"/>
                <w:szCs w:val="20"/>
              </w:rPr>
              <w:t>376720,20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66479,40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cantSplit/>
          <w:trHeight w:val="260"/>
        </w:trPr>
        <w:tc>
          <w:tcPr>
            <w:tcW w:w="5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</w:rPr>
              <w:t>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15D1A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15D1A">
              <w:rPr>
                <w:b/>
                <w:sz w:val="20"/>
                <w:szCs w:val="20"/>
              </w:rPr>
              <w:t>1181865,60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  <w:sz w:val="20"/>
                <w:szCs w:val="20"/>
              </w:rPr>
              <w:t>1004587,20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177278,40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rFonts w:ascii="Tatar Antiqua" w:hAnsi="Tatar Antiqua"/>
                <w:b/>
                <w:sz w:val="20"/>
                <w:lang w:val="tt-RU"/>
              </w:rPr>
            </w:pPr>
          </w:p>
        </w:tc>
        <w:tc>
          <w:tcPr>
            <w:tcW w:w="1446" w:type="dxa"/>
          </w:tcPr>
          <w:p w:rsidR="001C4A1D" w:rsidRPr="00715D1A" w:rsidRDefault="001C4A1D" w:rsidP="00715D1A">
            <w:pPr>
              <w:jc w:val="center"/>
              <w:rPr>
                <w:rFonts w:ascii="Tatar Antiqua" w:hAnsi="Tatar Antiqua"/>
                <w:b/>
                <w:sz w:val="20"/>
                <w:lang w:val="tt-RU"/>
              </w:rPr>
            </w:pPr>
          </w:p>
          <w:p w:rsidR="001C4A1D" w:rsidRPr="00715D1A" w:rsidRDefault="001C4A1D" w:rsidP="00715D1A">
            <w:pPr>
              <w:jc w:val="center"/>
              <w:rPr>
                <w:rFonts w:ascii="Tatar Antiqua" w:hAnsi="Tatar Antiqua"/>
                <w:b/>
                <w:sz w:val="20"/>
                <w:lang w:val="tt-RU"/>
              </w:rPr>
            </w:pPr>
            <w:r w:rsidRPr="00715D1A">
              <w:rPr>
                <w:rFonts w:ascii="Tatar Antiqua" w:hAnsi="Tatar Antiqua"/>
                <w:b/>
                <w:sz w:val="20"/>
                <w:lang w:val="tt-RU"/>
              </w:rPr>
              <w:t>0</w:t>
            </w:r>
          </w:p>
        </w:tc>
      </w:tr>
      <w:tr w:rsidR="001C4A1D" w:rsidRPr="00715D1A" w:rsidTr="007257F5">
        <w:trPr>
          <w:gridAfter w:val="1"/>
          <w:wAfter w:w="1446" w:type="dxa"/>
          <w:cantSplit/>
          <w:trHeight w:val="297"/>
        </w:trPr>
        <w:tc>
          <w:tcPr>
            <w:tcW w:w="139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t>По итогам проведенных открытых торгов (в летний и оставшийся период)</w:t>
            </w:r>
          </w:p>
        </w:tc>
      </w:tr>
      <w:tr w:rsidR="001C4A1D" w:rsidRPr="00715D1A" w:rsidTr="007257F5">
        <w:trPr>
          <w:gridAfter w:val="1"/>
          <w:wAfter w:w="1446" w:type="dxa"/>
          <w:cantSplit/>
          <w:trHeight w:val="696"/>
        </w:trPr>
        <w:tc>
          <w:tcPr>
            <w:tcW w:w="18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172355,40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146502,30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25853,10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gridAfter w:val="1"/>
          <w:wAfter w:w="1446" w:type="dxa"/>
          <w:cantSplit/>
          <w:trHeight w:val="696"/>
        </w:trPr>
        <w:tc>
          <w:tcPr>
            <w:tcW w:w="18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172355,40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146502,30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25853,10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4A1D" w:rsidRPr="00715D1A" w:rsidTr="007257F5">
        <w:trPr>
          <w:cantSplit/>
          <w:trHeight w:val="297"/>
        </w:trPr>
        <w:tc>
          <w:tcPr>
            <w:tcW w:w="5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</w:rPr>
              <w:t>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15D1A">
              <w:rPr>
                <w:b/>
              </w:rPr>
              <w:t xml:space="preserve">         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15D1A">
              <w:rPr>
                <w:b/>
                <w:sz w:val="20"/>
                <w:szCs w:val="20"/>
              </w:rPr>
              <w:t>344710,80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15D1A">
              <w:rPr>
                <w:b/>
                <w:sz w:val="20"/>
                <w:szCs w:val="20"/>
              </w:rPr>
              <w:t>293004,60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5D1A">
              <w:rPr>
                <w:b/>
                <w:sz w:val="22"/>
                <w:szCs w:val="22"/>
              </w:rPr>
              <w:t>51706,20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rPr>
                <w:rFonts w:ascii="Tatar Antiqua" w:hAnsi="Tatar Antiqua"/>
                <w:b/>
                <w:sz w:val="20"/>
                <w:lang w:val="tt-RU"/>
              </w:rPr>
            </w:pPr>
          </w:p>
        </w:tc>
        <w:tc>
          <w:tcPr>
            <w:tcW w:w="1446" w:type="dxa"/>
          </w:tcPr>
          <w:p w:rsidR="001C4A1D" w:rsidRPr="00715D1A" w:rsidRDefault="001C4A1D" w:rsidP="00715D1A">
            <w:pPr>
              <w:jc w:val="center"/>
              <w:rPr>
                <w:rFonts w:ascii="Tatar Antiqua" w:hAnsi="Tatar Antiqua"/>
                <w:b/>
                <w:sz w:val="20"/>
                <w:lang w:val="tt-RU"/>
              </w:rPr>
            </w:pPr>
          </w:p>
        </w:tc>
      </w:tr>
    </w:tbl>
    <w:p w:rsidR="001C4A1D" w:rsidRPr="00715D1A" w:rsidRDefault="001C4A1D" w:rsidP="00715D1A">
      <w:pPr>
        <w:jc w:val="center"/>
        <w:rPr>
          <w:b/>
        </w:rPr>
      </w:pPr>
    </w:p>
    <w:p w:rsidR="001C4A1D" w:rsidRPr="00715D1A" w:rsidRDefault="001C4A1D" w:rsidP="00715D1A">
      <w:pPr>
        <w:jc w:val="center"/>
        <w:rPr>
          <w:b/>
        </w:rPr>
      </w:pPr>
      <w:r w:rsidRPr="00715D1A">
        <w:rPr>
          <w:b/>
        </w:rPr>
        <w:t>ОРГАНИЗАЦИЯ СМЕН В ПАЛАТОЧНЫХ ЛАГЕРЯХ ДЛЯ ТВОРЧЕСКИ ОДАРЕННЫХ ИЛИ СОЦИАЛЬНО АКТИВНЫХ ДЕТЕЙ И ВОЛОНТЕРОВ, ЧЛЕНОВ АКТИВА ДЕТСКИХ И МОЛОДЕЖНЫХ ОБЩЕСТВЕННЫХ ОБЪЕДИНЕНИЙ, ВОСПИТАННИКОВ УЧРЕЖДЕНИЙ ДОПОЛНИТЕЛЬНОГО ОБРАЗОВАНИЯ ДЕТЕЙ(2020 год)</w:t>
      </w:r>
    </w:p>
    <w:p w:rsidR="001C4A1D" w:rsidRPr="00715D1A" w:rsidRDefault="001C4A1D" w:rsidP="00715D1A">
      <w:pPr>
        <w:tabs>
          <w:tab w:val="left" w:pos="4483"/>
          <w:tab w:val="left" w:pos="6358"/>
        </w:tabs>
        <w:jc w:val="center"/>
        <w:rPr>
          <w:b/>
        </w:rPr>
      </w:pPr>
      <w:r w:rsidRPr="00715D1A">
        <w:rPr>
          <w:b/>
        </w:rPr>
        <w:t>1004,11 руб.(в т.ч.бюджет-853,49руб,род.взнос-150,62руб)</w:t>
      </w:r>
    </w:p>
    <w:p w:rsidR="001C4A1D" w:rsidRPr="00715D1A" w:rsidRDefault="001C4A1D" w:rsidP="00715D1A">
      <w:pPr>
        <w:tabs>
          <w:tab w:val="left" w:pos="4483"/>
          <w:tab w:val="left" w:pos="6358"/>
        </w:tabs>
        <w:jc w:val="center"/>
        <w:rPr>
          <w:b/>
        </w:rPr>
      </w:pPr>
    </w:p>
    <w:tbl>
      <w:tblPr>
        <w:tblW w:w="13978" w:type="dxa"/>
        <w:tblInd w:w="57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39"/>
        <w:gridCol w:w="2228"/>
        <w:gridCol w:w="932"/>
        <w:gridCol w:w="1961"/>
        <w:gridCol w:w="2438"/>
        <w:gridCol w:w="1268"/>
        <w:gridCol w:w="1800"/>
        <w:gridCol w:w="1612"/>
      </w:tblGrid>
      <w:tr w:rsidR="001C4A1D" w:rsidRPr="00715D1A" w:rsidTr="007257F5">
        <w:trPr>
          <w:cantSplit/>
          <w:trHeight w:val="349"/>
        </w:trPr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Наименование палаточного лагеря (организатора)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Территория проведения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Количество человек*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Количество дней*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Нормативная стоимость путевки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Субсидии из бюджета**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Родительский взнос**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Иные средства (предприятий, местный бюджет)</w:t>
            </w:r>
          </w:p>
        </w:tc>
      </w:tr>
      <w:tr w:rsidR="001C4A1D" w:rsidRPr="00715D1A" w:rsidTr="007257F5">
        <w:trPr>
          <w:cantSplit/>
          <w:trHeight w:val="939"/>
        </w:trPr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Спортивно-оздоровительный лагерь «Надежда»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Рыбно-Слободский муниципальный район РТ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90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5D1A">
              <w:rPr>
                <w:sz w:val="22"/>
                <w:szCs w:val="22"/>
              </w:rPr>
              <w:t>7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r w:rsidRPr="00715D1A">
              <w:t>7028,77</w:t>
            </w:r>
          </w:p>
          <w:p w:rsidR="001C4A1D" w:rsidRPr="00715D1A" w:rsidRDefault="001C4A1D" w:rsidP="00715D1A">
            <w:r w:rsidRPr="00715D1A">
              <w:t>632589,30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499589,70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94890,60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</w:pPr>
            <w:r w:rsidRPr="00715D1A">
              <w:rPr>
                <w:sz w:val="22"/>
                <w:szCs w:val="22"/>
              </w:rPr>
              <w:t>38100</w:t>
            </w:r>
          </w:p>
        </w:tc>
      </w:tr>
    </w:tbl>
    <w:p w:rsidR="001C4A1D" w:rsidRPr="00715D1A" w:rsidRDefault="001C4A1D" w:rsidP="00715D1A">
      <w:pPr>
        <w:ind w:right="-1"/>
        <w:rPr>
          <w:b/>
        </w:rPr>
      </w:pPr>
    </w:p>
    <w:p w:rsidR="001C4A1D" w:rsidRPr="00715D1A" w:rsidRDefault="001C4A1D" w:rsidP="00715D1A">
      <w:pPr>
        <w:ind w:right="-1" w:hanging="360"/>
        <w:jc w:val="center"/>
        <w:rPr>
          <w:b/>
        </w:rPr>
      </w:pPr>
      <w:r w:rsidRPr="00715D1A">
        <w:rPr>
          <w:b/>
        </w:rPr>
        <w:t>ОРГАНИЗАЦИЯ ДЕТСКИХ, СПОРТИВНЫХ ПЛОЩАДОК ДЛЯ ДЕТЕЙ И МОЛОДЁЖИ В ЛЕТНИЙ ПЕРИОД</w:t>
      </w:r>
    </w:p>
    <w:tbl>
      <w:tblPr>
        <w:tblW w:w="13237" w:type="dxa"/>
        <w:tblInd w:w="11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1962"/>
        <w:gridCol w:w="2268"/>
        <w:gridCol w:w="1701"/>
        <w:gridCol w:w="1418"/>
        <w:gridCol w:w="3118"/>
      </w:tblGrid>
      <w:tr w:rsidR="001C4A1D" w:rsidRPr="00715D1A" w:rsidTr="007257F5">
        <w:trPr>
          <w:cantSplit/>
          <w:trHeight w:val="374"/>
        </w:trPr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Территория проведения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детских площадок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дней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Родительский </w:t>
            </w:r>
          </w:p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взнос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Иные средства (предприятий, местный бюджет)</w:t>
            </w:r>
          </w:p>
        </w:tc>
      </w:tr>
      <w:tr w:rsidR="001C4A1D" w:rsidRPr="00715D1A" w:rsidTr="007257F5">
        <w:trPr>
          <w:cantSplit/>
          <w:trHeight w:val="374"/>
        </w:trPr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Рыбно-Слободский муниципальный район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0</w:t>
            </w:r>
          </w:p>
        </w:tc>
      </w:tr>
    </w:tbl>
    <w:p w:rsidR="001C4A1D" w:rsidRPr="00715D1A" w:rsidRDefault="001C4A1D" w:rsidP="00715D1A">
      <w:pPr>
        <w:ind w:right="-1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</w:p>
    <w:p w:rsidR="001C4A1D" w:rsidRPr="00715D1A" w:rsidRDefault="001C4A1D" w:rsidP="00715D1A">
      <w:pPr>
        <w:ind w:right="-1"/>
        <w:jc w:val="center"/>
        <w:rPr>
          <w:b/>
          <w:bCs/>
          <w:sz w:val="28"/>
          <w:szCs w:val="28"/>
        </w:rPr>
      </w:pPr>
      <w:r w:rsidRPr="00715D1A">
        <w:rPr>
          <w:b/>
          <w:bCs/>
          <w:sz w:val="28"/>
          <w:szCs w:val="28"/>
        </w:rPr>
        <w:t>ПРОДОЛЖИТЕЛЬНОСТЬ СМЕН В ОЗДОРОВИТЕЛЬНЫХ ОРГАНИЗАЦИЯХ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1"/>
        <w:gridCol w:w="2878"/>
      </w:tblGrid>
      <w:tr w:rsidR="001C4A1D" w:rsidRPr="00715D1A" w:rsidTr="007257F5">
        <w:trPr>
          <w:trHeight w:val="628"/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715D1A">
              <w:rPr>
                <w:b/>
                <w:bCs/>
                <w:sz w:val="28"/>
                <w:szCs w:val="28"/>
              </w:rPr>
              <w:t>Форма организации отдыха и оздоровления детей и подростков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715D1A">
              <w:rPr>
                <w:b/>
                <w:bCs/>
                <w:sz w:val="28"/>
                <w:szCs w:val="28"/>
              </w:rPr>
              <w:t>Продолжительность смены, дней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загородном лагере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7-21</w:t>
            </w:r>
          </w:p>
        </w:tc>
      </w:tr>
      <w:tr w:rsidR="001C4A1D" w:rsidRPr="00715D1A" w:rsidTr="007257F5">
        <w:trPr>
          <w:trHeight w:val="696"/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Профильная смена в загородном лагере, в том числе на Черноморском побережье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7-18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Профильная смена в лагере палаточного типа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7-21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лагере, организованном образовательной организацией, с дневным пребыванием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7-21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лагере труда и отдыха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18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санаторно-курортной организации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24</w:t>
            </w:r>
          </w:p>
        </w:tc>
      </w:tr>
      <w:tr w:rsidR="001C4A1D" w:rsidRPr="00715D1A" w:rsidTr="007257F5">
        <w:trPr>
          <w:jc w:val="center"/>
        </w:trPr>
        <w:tc>
          <w:tcPr>
            <w:tcW w:w="8121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Физкультурно – оздоровительные мероприятия, спартакиады, школы вожатского мастерства, творческие конкурсы, фестивали, обучающие программы, форумы организаторов детского и молодёжного отдыха, семинары и иные мероприятия в рамках организации отдыха детей и молодёжи и их оздоровления</w:t>
            </w:r>
          </w:p>
        </w:tc>
        <w:tc>
          <w:tcPr>
            <w:tcW w:w="2878" w:type="dxa"/>
          </w:tcPr>
          <w:p w:rsidR="001C4A1D" w:rsidRPr="00715D1A" w:rsidRDefault="001C4A1D" w:rsidP="00715D1A">
            <w:pPr>
              <w:ind w:right="-1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3-18</w:t>
            </w:r>
          </w:p>
        </w:tc>
      </w:tr>
    </w:tbl>
    <w:p w:rsidR="001C4A1D" w:rsidRPr="00715D1A" w:rsidRDefault="001C4A1D" w:rsidP="00715D1A">
      <w:pPr>
        <w:ind w:right="-1"/>
        <w:jc w:val="center"/>
        <w:rPr>
          <w:b/>
          <w:bCs/>
        </w:rPr>
      </w:pPr>
    </w:p>
    <w:p w:rsidR="001C4A1D" w:rsidRPr="00715D1A" w:rsidRDefault="001C4A1D" w:rsidP="00715D1A">
      <w:pPr>
        <w:ind w:right="-1"/>
        <w:jc w:val="center"/>
        <w:rPr>
          <w:b/>
          <w:bCs/>
        </w:rPr>
      </w:pPr>
    </w:p>
    <w:p w:rsidR="001C4A1D" w:rsidRPr="00715D1A" w:rsidRDefault="001C4A1D" w:rsidP="00715D1A">
      <w:pPr>
        <w:ind w:right="-1"/>
        <w:rPr>
          <w:b/>
          <w:bCs/>
        </w:rPr>
      </w:pPr>
    </w:p>
    <w:p w:rsidR="001C4A1D" w:rsidRPr="00715D1A" w:rsidRDefault="001C4A1D" w:rsidP="00715D1A">
      <w:pPr>
        <w:ind w:right="-1"/>
        <w:jc w:val="center"/>
        <w:rPr>
          <w:b/>
          <w:bCs/>
        </w:rPr>
      </w:pPr>
      <w:r w:rsidRPr="00715D1A">
        <w:rPr>
          <w:b/>
          <w:bCs/>
        </w:rPr>
        <w:t>НОРМАТИВЫ ФИНАНСОВЫХ ЗАТРАТ НА ОРГАНИЗАЦИЮ ОТДЫХА ДЕТЕЙ И МОЛОДЕЖИ</w:t>
      </w:r>
    </w:p>
    <w:p w:rsidR="001C4A1D" w:rsidRPr="00715D1A" w:rsidRDefault="001C4A1D" w:rsidP="00715D1A">
      <w:pPr>
        <w:ind w:right="-1"/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96"/>
        <w:gridCol w:w="2913"/>
        <w:gridCol w:w="2686"/>
      </w:tblGrid>
      <w:tr w:rsidR="001C4A1D" w:rsidRPr="00715D1A" w:rsidTr="007257F5">
        <w:trPr>
          <w:jc w:val="center"/>
        </w:trPr>
        <w:tc>
          <w:tcPr>
            <w:tcW w:w="6096" w:type="dxa"/>
          </w:tcPr>
          <w:p w:rsidR="001C4A1D" w:rsidRPr="00715D1A" w:rsidRDefault="001C4A1D" w:rsidP="00715D1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Форма организации отдыха и оздоровления детей и подростков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Норматив финансовых затрат, рублей на койко-день (день) на 1 человека</w:t>
            </w:r>
          </w:p>
        </w:tc>
        <w:tc>
          <w:tcPr>
            <w:tcW w:w="2686" w:type="dxa"/>
            <w:tcBorders>
              <w:left w:val="single" w:sz="4" w:space="0" w:color="auto"/>
            </w:tcBorders>
          </w:tcPr>
          <w:p w:rsidR="001C4A1D" w:rsidRPr="00715D1A" w:rsidRDefault="001C4A1D" w:rsidP="00715D1A">
            <w:pPr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В том числе питание на 1 человека в день, рублей</w:t>
            </w:r>
          </w:p>
        </w:tc>
      </w:tr>
      <w:tr w:rsidR="001C4A1D" w:rsidRPr="00715D1A" w:rsidTr="007257F5">
        <w:trPr>
          <w:jc w:val="center"/>
        </w:trPr>
        <w:tc>
          <w:tcPr>
            <w:tcW w:w="6096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загородном лагере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830,88</w:t>
            </w:r>
          </w:p>
        </w:tc>
        <w:tc>
          <w:tcPr>
            <w:tcW w:w="2686" w:type="dxa"/>
            <w:tcBorders>
              <w:lef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299,38</w:t>
            </w:r>
          </w:p>
        </w:tc>
      </w:tr>
      <w:tr w:rsidR="001C4A1D" w:rsidRPr="00715D1A" w:rsidTr="007257F5">
        <w:trPr>
          <w:jc w:val="center"/>
        </w:trPr>
        <w:tc>
          <w:tcPr>
            <w:tcW w:w="6096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Профильная смена в загородном лагере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820,74</w:t>
            </w:r>
          </w:p>
        </w:tc>
        <w:tc>
          <w:tcPr>
            <w:tcW w:w="2686" w:type="dxa"/>
            <w:tcBorders>
              <w:lef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296,02</w:t>
            </w:r>
          </w:p>
        </w:tc>
      </w:tr>
      <w:tr w:rsidR="001C4A1D" w:rsidRPr="00715D1A" w:rsidTr="007257F5">
        <w:trPr>
          <w:jc w:val="center"/>
        </w:trPr>
        <w:tc>
          <w:tcPr>
            <w:tcW w:w="6096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 xml:space="preserve">Профильная смена в лагере палаточного типа 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1004,11</w:t>
            </w:r>
          </w:p>
        </w:tc>
        <w:tc>
          <w:tcPr>
            <w:tcW w:w="2686" w:type="dxa"/>
            <w:tcBorders>
              <w:lef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308,00</w:t>
            </w:r>
          </w:p>
        </w:tc>
      </w:tr>
      <w:tr w:rsidR="001C4A1D" w:rsidRPr="00715D1A" w:rsidTr="007257F5">
        <w:trPr>
          <w:jc w:val="center"/>
        </w:trPr>
        <w:tc>
          <w:tcPr>
            <w:tcW w:w="6096" w:type="dxa"/>
          </w:tcPr>
          <w:p w:rsidR="001C4A1D" w:rsidRPr="00715D1A" w:rsidRDefault="001C4A1D" w:rsidP="00715D1A">
            <w:pPr>
              <w:ind w:right="-1"/>
              <w:jc w:val="both"/>
              <w:rPr>
                <w:bCs/>
                <w:sz w:val="28"/>
                <w:szCs w:val="28"/>
              </w:rPr>
            </w:pPr>
            <w:r w:rsidRPr="00715D1A">
              <w:rPr>
                <w:bCs/>
                <w:sz w:val="28"/>
                <w:szCs w:val="28"/>
              </w:rPr>
              <w:t>Смена в лагере, организованном образовательной организацией с дневным пребыванием (пришкольном) и лагере труда и отдыха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171,68</w:t>
            </w:r>
          </w:p>
        </w:tc>
        <w:tc>
          <w:tcPr>
            <w:tcW w:w="2686" w:type="dxa"/>
            <w:tcBorders>
              <w:left w:val="single" w:sz="4" w:space="0" w:color="auto"/>
            </w:tcBorders>
          </w:tcPr>
          <w:p w:rsidR="001C4A1D" w:rsidRPr="00715D1A" w:rsidRDefault="001C4A1D" w:rsidP="00715D1A">
            <w:pPr>
              <w:ind w:right="-1"/>
              <w:jc w:val="center"/>
              <w:rPr>
                <w:bCs/>
              </w:rPr>
            </w:pPr>
            <w:r w:rsidRPr="00715D1A">
              <w:rPr>
                <w:bCs/>
              </w:rPr>
              <w:t>142,60</w:t>
            </w:r>
          </w:p>
        </w:tc>
      </w:tr>
    </w:tbl>
    <w:p w:rsidR="001C4A1D" w:rsidRPr="00715D1A" w:rsidRDefault="001C4A1D" w:rsidP="00715D1A">
      <w:pPr>
        <w:ind w:right="-1"/>
        <w:jc w:val="center"/>
        <w:rPr>
          <w:b/>
          <w:bCs/>
        </w:rPr>
      </w:pPr>
      <w:r w:rsidRPr="00715D1A">
        <w:rPr>
          <w:b/>
          <w:bCs/>
        </w:rPr>
        <w:t>СУБСИДИИ НА ОБЕСПЕЧЕНИЕ ОРГАНИЗАЦИИ ОТДЫХА ДЕТЕЙ И МОЛОДЕЖИ ИЗ СРЕДСТВ</w:t>
      </w:r>
    </w:p>
    <w:p w:rsidR="001C4A1D" w:rsidRPr="00715D1A" w:rsidRDefault="001C4A1D" w:rsidP="00715D1A">
      <w:pPr>
        <w:ind w:right="-1"/>
        <w:jc w:val="center"/>
        <w:rPr>
          <w:b/>
          <w:bCs/>
        </w:rPr>
      </w:pPr>
      <w:r w:rsidRPr="00715D1A">
        <w:rPr>
          <w:b/>
          <w:bCs/>
        </w:rPr>
        <w:t>БЮДЖЕТА РЕСПУБЛИКИ ТАТАРСТАН</w:t>
      </w:r>
    </w:p>
    <w:p w:rsidR="001C4A1D" w:rsidRPr="00715D1A" w:rsidRDefault="001C4A1D" w:rsidP="00715D1A">
      <w:pPr>
        <w:ind w:right="-1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91"/>
        <w:tblW w:w="9789" w:type="dxa"/>
        <w:tblLook w:val="00A0"/>
      </w:tblPr>
      <w:tblGrid>
        <w:gridCol w:w="5533"/>
        <w:gridCol w:w="1702"/>
        <w:gridCol w:w="2554"/>
      </w:tblGrid>
      <w:tr w:rsidR="001C4A1D" w:rsidRPr="00715D1A" w:rsidTr="007257F5">
        <w:trPr>
          <w:trHeight w:val="17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4A1D" w:rsidRPr="00715D1A" w:rsidRDefault="001C4A1D" w:rsidP="00715D1A">
            <w:pPr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4A1D" w:rsidRPr="00715D1A" w:rsidRDefault="001C4A1D" w:rsidP="00715D1A">
            <w:pPr>
              <w:rPr>
                <w:sz w:val="28"/>
                <w:szCs w:val="28"/>
                <w:highlight w:val="green"/>
              </w:rPr>
            </w:pPr>
            <w:r w:rsidRPr="00715D1A">
              <w:rPr>
                <w:sz w:val="28"/>
                <w:szCs w:val="28"/>
              </w:rPr>
              <w:t>Сумма выделяемых субсидий из бюджета Республики Татарстан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Норма затрат, рублей на 1 ребёнка</w:t>
            </w:r>
          </w:p>
        </w:tc>
      </w:tr>
      <w:tr w:rsidR="001C4A1D" w:rsidRPr="00715D1A" w:rsidTr="007257F5">
        <w:trPr>
          <w:trHeight w:val="17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4A1D" w:rsidRPr="00715D1A" w:rsidRDefault="001C4A1D" w:rsidP="00715D1A">
            <w:pPr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Норматив финансовых затрат на обеспечение организации отдыха и оздоровления детей в Республике Татарстан на одного ребенка из числа детей работников государственных и муниципальных учреждений и работников хозяйствующих субъектов (за исключением муниципальных и государственных учреждений) муниципального района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4A1D" w:rsidRPr="00715D1A" w:rsidRDefault="001C4A1D" w:rsidP="00715D1A">
            <w:pPr>
              <w:jc w:val="center"/>
            </w:pPr>
          </w:p>
          <w:p w:rsidR="001C4A1D" w:rsidRPr="00715D1A" w:rsidRDefault="001C4A1D" w:rsidP="00715D1A">
            <w:pPr>
              <w:jc w:val="center"/>
            </w:pPr>
          </w:p>
          <w:p w:rsidR="001C4A1D" w:rsidRPr="00715D1A" w:rsidRDefault="001C4A1D" w:rsidP="00715D1A">
            <w:pPr>
              <w:jc w:val="center"/>
            </w:pPr>
            <w:r w:rsidRPr="00715D1A">
              <w:t>2,1 тыс.руб.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jc w:val="center"/>
            </w:pPr>
          </w:p>
          <w:p w:rsidR="001C4A1D" w:rsidRPr="00715D1A" w:rsidRDefault="001C4A1D" w:rsidP="00715D1A">
            <w:pPr>
              <w:jc w:val="center"/>
            </w:pPr>
          </w:p>
          <w:p w:rsidR="001C4A1D" w:rsidRPr="00715D1A" w:rsidRDefault="001C4A1D" w:rsidP="00715D1A">
            <w:pPr>
              <w:jc w:val="center"/>
            </w:pPr>
            <w:r w:rsidRPr="00715D1A">
              <w:t>51,9</w:t>
            </w:r>
          </w:p>
        </w:tc>
      </w:tr>
    </w:tbl>
    <w:p w:rsidR="001C4A1D" w:rsidRPr="00715D1A" w:rsidRDefault="001C4A1D" w:rsidP="00715D1A">
      <w:pPr>
        <w:ind w:right="-5"/>
        <w:rPr>
          <w:b/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rPr>
          <w:sz w:val="28"/>
          <w:szCs w:val="28"/>
        </w:rPr>
      </w:pPr>
    </w:p>
    <w:p w:rsidR="001C4A1D" w:rsidRPr="00715D1A" w:rsidRDefault="001C4A1D" w:rsidP="00715D1A">
      <w:pPr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jc w:val="both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1C4A1D" w:rsidRPr="00715D1A" w:rsidSect="00C97FA2">
          <w:pgSz w:w="16838" w:h="11906" w:orient="landscape"/>
          <w:pgMar w:top="719" w:right="709" w:bottom="899" w:left="851" w:header="709" w:footer="709" w:gutter="0"/>
          <w:cols w:space="708"/>
          <w:docGrid w:linePitch="360"/>
        </w:sect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</w:pPr>
      <w:r w:rsidRPr="00715D1A">
        <w:rPr>
          <w:sz w:val="28"/>
          <w:szCs w:val="28"/>
          <w:lang w:val="en-US"/>
        </w:rPr>
        <w:t xml:space="preserve">                                                                               </w:t>
      </w:r>
      <w:r w:rsidRPr="00715D1A">
        <w:t>Утверждена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постановлением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Исполнительного комитета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 xml:space="preserve">Рыбно-Слободского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муниципального района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Республики Татарстан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5580"/>
      </w:pPr>
      <w:r w:rsidRPr="00715D1A">
        <w:t>от ______. 2019 № ___ пи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ind w:left="4860" w:right="200" w:hanging="1500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 xml:space="preserve">                        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Форма отчета</w:t>
      </w:r>
    </w:p>
    <w:p w:rsidR="001C4A1D" w:rsidRPr="00715D1A" w:rsidRDefault="001C4A1D" w:rsidP="00715D1A">
      <w:pPr>
        <w:jc w:val="center"/>
        <w:rPr>
          <w:b/>
          <w:sz w:val="28"/>
          <w:szCs w:val="28"/>
        </w:rPr>
      </w:pPr>
      <w:r w:rsidRPr="00715D1A">
        <w:rPr>
          <w:b/>
          <w:sz w:val="28"/>
          <w:szCs w:val="28"/>
        </w:rPr>
        <w:t>оперативной информации об организации отдыха детей и молодежи</w:t>
      </w:r>
    </w:p>
    <w:p w:rsidR="001C4A1D" w:rsidRPr="00715D1A" w:rsidRDefault="001C4A1D" w:rsidP="00715D1A">
      <w:pPr>
        <w:spacing w:after="120"/>
        <w:jc w:val="center"/>
        <w:rPr>
          <w:sz w:val="28"/>
          <w:szCs w:val="28"/>
        </w:rPr>
      </w:pPr>
      <w:r w:rsidRPr="00715D1A">
        <w:rPr>
          <w:sz w:val="28"/>
          <w:szCs w:val="28"/>
        </w:rPr>
        <w:t>______________________________________________СОШ(ООШ)</w:t>
      </w:r>
    </w:p>
    <w:p w:rsidR="001C4A1D" w:rsidRPr="00715D1A" w:rsidRDefault="001C4A1D" w:rsidP="00715D1A">
      <w:pPr>
        <w:spacing w:after="120"/>
        <w:jc w:val="center"/>
        <w:rPr>
          <w:sz w:val="28"/>
          <w:szCs w:val="28"/>
        </w:rPr>
      </w:pPr>
      <w:r w:rsidRPr="00715D1A">
        <w:rPr>
          <w:sz w:val="28"/>
          <w:szCs w:val="28"/>
        </w:rPr>
        <w:t>Рыбно-Слободского муниципального района Республики Татарстан</w:t>
      </w:r>
    </w:p>
    <w:tbl>
      <w:tblPr>
        <w:tblpPr w:leftFromText="180" w:rightFromText="180" w:vertAnchor="text" w:horzAnchor="margin" w:tblpXSpec="center" w:tblpY="554"/>
        <w:tblW w:w="9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1898"/>
        <w:gridCol w:w="813"/>
        <w:gridCol w:w="1107"/>
        <w:gridCol w:w="1701"/>
        <w:gridCol w:w="852"/>
        <w:gridCol w:w="1085"/>
        <w:gridCol w:w="950"/>
        <w:gridCol w:w="949"/>
      </w:tblGrid>
      <w:tr w:rsidR="001C4A1D" w:rsidRPr="00715D1A" w:rsidTr="007257F5">
        <w:trPr>
          <w:trHeight w:val="522"/>
        </w:trPr>
        <w:tc>
          <w:tcPr>
            <w:tcW w:w="543" w:type="dxa"/>
            <w:vMerge w:val="restart"/>
            <w:tcBorders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№</w:t>
            </w:r>
          </w:p>
        </w:tc>
        <w:tc>
          <w:tcPr>
            <w:tcW w:w="1898" w:type="dxa"/>
            <w:vMerge w:val="restart"/>
            <w:tcBorders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Типы оздоровительных лагерей</w:t>
            </w:r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Количество лагерей, ПДП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Фактические сроки проведения смены (указать даты открытия и закрытия)</w:t>
            </w:r>
          </w:p>
        </w:tc>
        <w:tc>
          <w:tcPr>
            <w:tcW w:w="3836" w:type="dxa"/>
            <w:gridSpan w:val="4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 xml:space="preserve">         Количество детей</w:t>
            </w:r>
          </w:p>
        </w:tc>
      </w:tr>
      <w:tr w:rsidR="001C4A1D" w:rsidRPr="00715D1A" w:rsidTr="007257F5">
        <w:trPr>
          <w:trHeight w:val="260"/>
        </w:trPr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план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фактически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vMerge w:val="restart"/>
            <w:tcBorders>
              <w:bottom w:val="nil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план</w:t>
            </w:r>
          </w:p>
        </w:tc>
        <w:tc>
          <w:tcPr>
            <w:tcW w:w="2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фактически</w:t>
            </w:r>
          </w:p>
        </w:tc>
      </w:tr>
      <w:tr w:rsidR="001C4A1D" w:rsidRPr="00715D1A" w:rsidTr="007257F5">
        <w:trPr>
          <w:trHeight w:val="6"/>
        </w:trPr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До 15 лет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Старше 15 лет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Всего *</w:t>
            </w:r>
          </w:p>
        </w:tc>
      </w:tr>
      <w:tr w:rsidR="001C4A1D" w:rsidRPr="00715D1A" w:rsidTr="007257F5">
        <w:trPr>
          <w:trHeight w:val="542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Смены в лагерях, организованных образовательными организациями  с дневным пребыванием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trHeight w:val="541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Смены в лагерях труда и отдыха, организованных образовательными  организациями с дневным пребыванием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trHeight w:val="541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Детские площадки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C4A1D" w:rsidRPr="00715D1A" w:rsidTr="007257F5">
        <w:trPr>
          <w:trHeight w:val="393"/>
        </w:trPr>
        <w:tc>
          <w:tcPr>
            <w:tcW w:w="543" w:type="dxa"/>
            <w:tcBorders>
              <w:top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D1A">
              <w:rPr>
                <w:sz w:val="28"/>
                <w:szCs w:val="28"/>
              </w:rPr>
              <w:t>Итого</w:t>
            </w:r>
          </w:p>
        </w:tc>
        <w:tc>
          <w:tcPr>
            <w:tcW w:w="813" w:type="dxa"/>
            <w:tcBorders>
              <w:top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D" w:rsidRPr="00715D1A" w:rsidRDefault="001C4A1D" w:rsidP="00715D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C4A1D" w:rsidRPr="00715D1A" w:rsidRDefault="001C4A1D" w:rsidP="00715D1A">
      <w:pPr>
        <w:spacing w:after="120"/>
        <w:jc w:val="both"/>
        <w:rPr>
          <w:sz w:val="28"/>
          <w:szCs w:val="28"/>
        </w:rPr>
      </w:pPr>
    </w:p>
    <w:p w:rsidR="001C4A1D" w:rsidRPr="00715D1A" w:rsidRDefault="001C4A1D" w:rsidP="00715D1A">
      <w:pPr>
        <w:spacing w:after="12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 Об организации отдыха детей и молодёжи в летний период 2020 года 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Из общего количества детей * ___________чел.: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1.нуждающихся в особой заботе государства всего _______чел.: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детей, оставшихся без попечения родителей - _______чел.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детей-инвалидов -________ 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 из малообеспеченных семей - 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 из неполных семей- 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 из многодетных семей- 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-детей из неблагополучных семей 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- детей из семей беженцев и вынужденных переселенцев - 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2.Всего детей состоят на учете в органах внутренних дел______ 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2.1.из них оздоровлено в лагерях ________чел.(в %_______), временно трудоустроены 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(в % ______).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 xml:space="preserve">3.Трудоустроено всего детей _______чел.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в т.ч. через органы занятости 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4.Трудоустроены индивидуально родителями 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5.Отдыхали в республиканских профильных лагерях (указать ДОЛ, место отдыха и дату)_______чел.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6.Отдохнули  в домах отдыха, санаториях и других, по линии организации родителей (указать ДОЛ, место отдыха и дату) 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sz w:val="28"/>
          <w:szCs w:val="28"/>
        </w:rPr>
        <w:t>7.Совершили многодневные и однодневные экскурсии и турпоходы _________чел.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5D1A">
        <w:rPr>
          <w:b/>
          <w:sz w:val="28"/>
          <w:szCs w:val="28"/>
          <w:u w:val="single"/>
        </w:rPr>
        <w:t>Примечание</w:t>
      </w:r>
      <w:r w:rsidRPr="00715D1A">
        <w:rPr>
          <w:sz w:val="28"/>
          <w:szCs w:val="28"/>
        </w:rPr>
        <w:t xml:space="preserve">: Письменный отчет в произвольной форме по итогам  деятельности смен лагерей, организованными образовательными организациями с дневным пребыванием  и смен лагерей труда и отдыха, по истечении 3 дней со дня окончания смен. </w:t>
      </w: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A1D" w:rsidRPr="00715D1A" w:rsidRDefault="001C4A1D" w:rsidP="00715D1A"/>
    <w:p w:rsidR="001C4A1D" w:rsidRPr="00715D1A" w:rsidRDefault="001C4A1D" w:rsidP="00715D1A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1C4A1D" w:rsidRDefault="001C4A1D" w:rsidP="00715D1A">
      <w:pPr>
        <w:pStyle w:val="ConsPlusNormal"/>
        <w:outlineLvl w:val="0"/>
      </w:pPr>
    </w:p>
    <w:p w:rsidR="001C4A1D" w:rsidRDefault="001C4A1D"/>
    <w:sectPr w:rsidR="001C4A1D" w:rsidSect="00870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tar 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7E9E56"/>
    <w:lvl w:ilvl="0">
      <w:numFmt w:val="bullet"/>
      <w:lvlText w:val="*"/>
      <w:lvlJc w:val="left"/>
    </w:lvl>
  </w:abstractNum>
  <w:abstractNum w:abstractNumId="1">
    <w:nsid w:val="01DE3E4A"/>
    <w:multiLevelType w:val="hybridMultilevel"/>
    <w:tmpl w:val="E02C8C8C"/>
    <w:lvl w:ilvl="0" w:tplc="44AE32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27C6ECF"/>
    <w:multiLevelType w:val="hybridMultilevel"/>
    <w:tmpl w:val="85AE081E"/>
    <w:lvl w:ilvl="0" w:tplc="44AE32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6177D7"/>
    <w:multiLevelType w:val="hybridMultilevel"/>
    <w:tmpl w:val="E12CE304"/>
    <w:lvl w:ilvl="0" w:tplc="BD18F97E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1C72470"/>
    <w:multiLevelType w:val="hybridMultilevel"/>
    <w:tmpl w:val="DE5276AA"/>
    <w:lvl w:ilvl="0" w:tplc="E30E140E">
      <w:start w:val="1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5">
    <w:nsid w:val="19A1726D"/>
    <w:multiLevelType w:val="hybridMultilevel"/>
    <w:tmpl w:val="71E0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0E2B1E"/>
    <w:multiLevelType w:val="multilevel"/>
    <w:tmpl w:val="F31C01E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  <w:color w:val="000000"/>
      </w:rPr>
    </w:lvl>
  </w:abstractNum>
  <w:abstractNum w:abstractNumId="7">
    <w:nsid w:val="3E587AAE"/>
    <w:multiLevelType w:val="hybridMultilevel"/>
    <w:tmpl w:val="AAEEE332"/>
    <w:lvl w:ilvl="0" w:tplc="F5B82890">
      <w:start w:val="1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439B5179"/>
    <w:multiLevelType w:val="hybridMultilevel"/>
    <w:tmpl w:val="DD1C1176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9F6A53"/>
    <w:multiLevelType w:val="hybridMultilevel"/>
    <w:tmpl w:val="73F63CCA"/>
    <w:lvl w:ilvl="0" w:tplc="44AE32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8CB3F10"/>
    <w:multiLevelType w:val="singleLevel"/>
    <w:tmpl w:val="1BC6D916"/>
    <w:lvl w:ilvl="0">
      <w:start w:val="6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1">
    <w:nsid w:val="66761213"/>
    <w:multiLevelType w:val="singleLevel"/>
    <w:tmpl w:val="B7B07D3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6A063C42"/>
    <w:multiLevelType w:val="hybridMultilevel"/>
    <w:tmpl w:val="FF1A2D54"/>
    <w:lvl w:ilvl="0" w:tplc="44AE32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A935115"/>
    <w:multiLevelType w:val="hybridMultilevel"/>
    <w:tmpl w:val="A6CC8318"/>
    <w:lvl w:ilvl="0" w:tplc="44AE32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2"/>
  </w:num>
  <w:num w:numId="11">
    <w:abstractNumId w:val="13"/>
  </w:num>
  <w:num w:numId="12">
    <w:abstractNumId w:val="7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D1A"/>
    <w:rsid w:val="00042AF1"/>
    <w:rsid w:val="001C4A1D"/>
    <w:rsid w:val="0025308C"/>
    <w:rsid w:val="00287FC6"/>
    <w:rsid w:val="00351A73"/>
    <w:rsid w:val="005A32B5"/>
    <w:rsid w:val="00630D33"/>
    <w:rsid w:val="006957C1"/>
    <w:rsid w:val="006C5E55"/>
    <w:rsid w:val="00715D1A"/>
    <w:rsid w:val="007257F5"/>
    <w:rsid w:val="008476CE"/>
    <w:rsid w:val="00870CA8"/>
    <w:rsid w:val="00AE4D9E"/>
    <w:rsid w:val="00B6077E"/>
    <w:rsid w:val="00C97FA2"/>
    <w:rsid w:val="00CC3412"/>
    <w:rsid w:val="00CD5A67"/>
    <w:rsid w:val="00D4313F"/>
    <w:rsid w:val="00D45672"/>
    <w:rsid w:val="00DE73DF"/>
    <w:rsid w:val="00EA2DB8"/>
    <w:rsid w:val="00FC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D1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Заголовок 1 Знак Знак,новая страница,Chapter,Part,OG Heading 1,РАЗДЕЛ,Heading Section,Heading Section Знак Знак"/>
    <w:basedOn w:val="Normal"/>
    <w:next w:val="Normal"/>
    <w:link w:val="Heading1Char"/>
    <w:uiPriority w:val="99"/>
    <w:qFormat/>
    <w:rsid w:val="00715D1A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tar Antiqua" w:hAnsi="Tatar Antiqua"/>
      <w:sz w:val="20"/>
      <w:szCs w:val="20"/>
      <w:lang w:val="tt-RU"/>
    </w:rPr>
  </w:style>
  <w:style w:type="paragraph" w:styleId="Heading2">
    <w:name w:val="heading 2"/>
    <w:aliases w:val="111,H2,- 1.1,Section,hseHeading 2,OG Heading 2"/>
    <w:basedOn w:val="Normal"/>
    <w:next w:val="Normal"/>
    <w:link w:val="Heading2Char"/>
    <w:uiPriority w:val="99"/>
    <w:qFormat/>
    <w:rsid w:val="00715D1A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D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15D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15D1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15D1A"/>
    <w:pPr>
      <w:spacing w:before="240" w:after="60"/>
      <w:outlineLvl w:val="6"/>
    </w:pPr>
  </w:style>
  <w:style w:type="paragraph" w:styleId="Heading8">
    <w:name w:val="heading 8"/>
    <w:aliases w:val="not In use"/>
    <w:basedOn w:val="Normal"/>
    <w:next w:val="Normal"/>
    <w:link w:val="Heading8Char"/>
    <w:uiPriority w:val="99"/>
    <w:qFormat/>
    <w:rsid w:val="00715D1A"/>
    <w:pPr>
      <w:keepNext/>
      <w:widowControl w:val="0"/>
      <w:autoSpaceDE w:val="0"/>
      <w:autoSpaceDN w:val="0"/>
      <w:adjustRightInd w:val="0"/>
      <w:jc w:val="center"/>
      <w:outlineLvl w:val="7"/>
    </w:pPr>
    <w:rPr>
      <w:rFonts w:ascii="Tatar Antiqua" w:hAnsi="Tatar Antiqua"/>
      <w:b/>
      <w:sz w:val="2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 Знак Char,новая страница Char,Chapter Char,Part Char,OG Heading 1 Char,РАЗДЕЛ Char,Heading Section Char,Heading Section Знак Знак Char"/>
    <w:basedOn w:val="DefaultParagraphFont"/>
    <w:link w:val="Heading1"/>
    <w:uiPriority w:val="99"/>
    <w:locked/>
    <w:rsid w:val="00715D1A"/>
    <w:rPr>
      <w:rFonts w:ascii="Tatar Antiqua" w:hAnsi="Tatar Antiqua" w:cs="Times New Roman"/>
      <w:sz w:val="20"/>
      <w:szCs w:val="20"/>
      <w:lang w:val="tt-RU" w:eastAsia="ru-RU"/>
    </w:rPr>
  </w:style>
  <w:style w:type="character" w:customStyle="1" w:styleId="Heading2Char">
    <w:name w:val="Heading 2 Char"/>
    <w:aliases w:val="111 Char,H2 Char,- 1.1 Char,Section Char,hseHeading 2 Char,OG Heading 2 Char"/>
    <w:basedOn w:val="DefaultParagraphFont"/>
    <w:link w:val="Heading2"/>
    <w:uiPriority w:val="99"/>
    <w:locked/>
    <w:rsid w:val="00715D1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D1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15D1A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15D1A"/>
    <w:rPr>
      <w:rFonts w:ascii="Times New Roman" w:hAnsi="Times New Roman" w:cs="Times New Roman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15D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8Char">
    <w:name w:val="Heading 8 Char"/>
    <w:aliases w:val="not In use Char"/>
    <w:basedOn w:val="DefaultParagraphFont"/>
    <w:link w:val="Heading8"/>
    <w:uiPriority w:val="99"/>
    <w:locked/>
    <w:rsid w:val="00715D1A"/>
    <w:rPr>
      <w:rFonts w:ascii="Tatar Antiqua" w:hAnsi="Tatar Antiqua" w:cs="Times New Roman"/>
      <w:b/>
      <w:sz w:val="20"/>
      <w:szCs w:val="20"/>
      <w:lang w:val="en-US" w:eastAsia="ru-RU"/>
    </w:rPr>
  </w:style>
  <w:style w:type="character" w:customStyle="1" w:styleId="FontStyle16">
    <w:name w:val="Font Style16"/>
    <w:basedOn w:val="DefaultParagraphFont"/>
    <w:uiPriority w:val="99"/>
    <w:rsid w:val="00715D1A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Normal"/>
    <w:uiPriority w:val="99"/>
    <w:rsid w:val="00715D1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Normal"/>
    <w:uiPriority w:val="99"/>
    <w:rsid w:val="00715D1A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1">
    <w:name w:val="Style11"/>
    <w:basedOn w:val="Normal"/>
    <w:uiPriority w:val="99"/>
    <w:rsid w:val="00715D1A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paragraph" w:customStyle="1" w:styleId="Style12">
    <w:name w:val="Style12"/>
    <w:basedOn w:val="Normal"/>
    <w:uiPriority w:val="99"/>
    <w:rsid w:val="00715D1A"/>
    <w:pPr>
      <w:widowControl w:val="0"/>
      <w:autoSpaceDE w:val="0"/>
      <w:autoSpaceDN w:val="0"/>
      <w:adjustRightInd w:val="0"/>
      <w:spacing w:line="323" w:lineRule="exact"/>
      <w:ind w:firstLine="701"/>
      <w:jc w:val="both"/>
    </w:pPr>
  </w:style>
  <w:style w:type="paragraph" w:customStyle="1" w:styleId="ConsPlusNormal">
    <w:name w:val="ConsPlusNormal"/>
    <w:uiPriority w:val="99"/>
    <w:rsid w:val="00715D1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">
    <w:name w:val="Знак Знак1 Знак"/>
    <w:basedOn w:val="Normal"/>
    <w:uiPriority w:val="99"/>
    <w:rsid w:val="00715D1A"/>
    <w:pPr>
      <w:widowControl w:val="0"/>
      <w:autoSpaceDE w:val="0"/>
      <w:autoSpaceDN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715D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15D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15D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15D1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15D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5D1A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715D1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15D1A"/>
    <w:rPr>
      <w:rFonts w:ascii="Times New Roman" w:hAnsi="Times New Roman" w:cs="Times New Roman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15D1A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15D1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Таблицы (моноширинный)"/>
    <w:basedOn w:val="Normal"/>
    <w:next w:val="Normal"/>
    <w:uiPriority w:val="99"/>
    <w:rsid w:val="00715D1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15D1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15D1A"/>
    <w:rPr>
      <w:rFonts w:ascii="Times New Roman" w:hAnsi="Times New Roman" w:cs="Times New Roman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715D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15D1A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715D1A"/>
    <w:pPr>
      <w:spacing w:before="100" w:beforeAutospacing="1" w:after="100" w:afterAutospacing="1"/>
    </w:pPr>
  </w:style>
  <w:style w:type="paragraph" w:styleId="Caption">
    <w:name w:val="caption"/>
    <w:basedOn w:val="Normal"/>
    <w:next w:val="Normal"/>
    <w:uiPriority w:val="99"/>
    <w:qFormat/>
    <w:rsid w:val="00715D1A"/>
    <w:pPr>
      <w:ind w:right="-99"/>
      <w:jc w:val="center"/>
    </w:pPr>
    <w:rPr>
      <w:b/>
      <w:sz w:val="56"/>
      <w:szCs w:val="20"/>
    </w:rPr>
  </w:style>
  <w:style w:type="paragraph" w:styleId="PlainText">
    <w:name w:val="Plain Text"/>
    <w:basedOn w:val="Normal"/>
    <w:link w:val="PlainTextChar"/>
    <w:uiPriority w:val="99"/>
    <w:rsid w:val="00715D1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15D1A"/>
    <w:rPr>
      <w:rFonts w:ascii="Courier New" w:hAnsi="Courier New" w:cs="Courier New"/>
      <w:sz w:val="20"/>
      <w:szCs w:val="20"/>
      <w:lang w:eastAsia="ru-RU"/>
    </w:rPr>
  </w:style>
  <w:style w:type="paragraph" w:customStyle="1" w:styleId="western">
    <w:name w:val="western"/>
    <w:basedOn w:val="Normal"/>
    <w:uiPriority w:val="99"/>
    <w:rsid w:val="00715D1A"/>
    <w:pPr>
      <w:spacing w:before="100" w:beforeAutospacing="1"/>
      <w:jc w:val="both"/>
    </w:pPr>
    <w:rPr>
      <w:sz w:val="28"/>
      <w:szCs w:val="28"/>
    </w:rPr>
  </w:style>
  <w:style w:type="paragraph" w:customStyle="1" w:styleId="ConsPlusCell">
    <w:name w:val="ConsPlusCell"/>
    <w:uiPriority w:val="99"/>
    <w:rsid w:val="00715D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uiPriority w:val="99"/>
    <w:rsid w:val="00715D1A"/>
    <w:pPr>
      <w:snapToGrid w:val="0"/>
    </w:pPr>
    <w:rPr>
      <w:rFonts w:ascii="Courier New" w:eastAsia="Times New Roman" w:hAnsi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715D1A"/>
    <w:pPr>
      <w:ind w:firstLine="567"/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D1A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715D1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15D1A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15D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715D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0">
    <w:name w:val="Абзац списка1"/>
    <w:basedOn w:val="Normal"/>
    <w:uiPriority w:val="99"/>
    <w:rsid w:val="00715D1A"/>
    <w:pPr>
      <w:ind w:firstLine="927"/>
      <w:jc w:val="both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715D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5D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15D1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wT4">
    <w:name w:val="wT4"/>
    <w:uiPriority w:val="99"/>
    <w:rsid w:val="00715D1A"/>
    <w:rPr>
      <w:b/>
    </w:rPr>
  </w:style>
  <w:style w:type="character" w:customStyle="1" w:styleId="wT6">
    <w:name w:val="wT6"/>
    <w:uiPriority w:val="99"/>
    <w:rsid w:val="00715D1A"/>
    <w:rPr>
      <w:b/>
    </w:rPr>
  </w:style>
  <w:style w:type="character" w:customStyle="1" w:styleId="wT5">
    <w:name w:val="wT5"/>
    <w:uiPriority w:val="99"/>
    <w:rsid w:val="00715D1A"/>
  </w:style>
  <w:style w:type="paragraph" w:customStyle="1" w:styleId="wP5">
    <w:name w:val="wP5"/>
    <w:basedOn w:val="Normal"/>
    <w:uiPriority w:val="99"/>
    <w:rsid w:val="00715D1A"/>
    <w:pPr>
      <w:widowControl w:val="0"/>
      <w:suppressAutoHyphens/>
      <w:spacing w:after="280" w:line="100" w:lineRule="atLeast"/>
      <w:ind w:firstLine="570"/>
    </w:pPr>
    <w:rPr>
      <w:kern w:val="1"/>
      <w:sz w:val="28"/>
      <w:lang w:eastAsia="ar-SA"/>
    </w:rPr>
  </w:style>
  <w:style w:type="character" w:customStyle="1" w:styleId="wT1">
    <w:name w:val="wT1"/>
    <w:uiPriority w:val="99"/>
    <w:rsid w:val="00715D1A"/>
  </w:style>
  <w:style w:type="character" w:customStyle="1" w:styleId="wT9">
    <w:name w:val="wT9"/>
    <w:uiPriority w:val="99"/>
    <w:rsid w:val="00715D1A"/>
  </w:style>
  <w:style w:type="character" w:customStyle="1" w:styleId="wT13">
    <w:name w:val="wT13"/>
    <w:uiPriority w:val="99"/>
    <w:rsid w:val="00715D1A"/>
  </w:style>
  <w:style w:type="paragraph" w:customStyle="1" w:styleId="xl65">
    <w:name w:val="xl65"/>
    <w:basedOn w:val="Normal"/>
    <w:uiPriority w:val="99"/>
    <w:rsid w:val="00715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uiPriority w:val="99"/>
    <w:rsid w:val="00715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"/>
    <w:uiPriority w:val="99"/>
    <w:rsid w:val="00715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uiPriority w:val="99"/>
    <w:rsid w:val="00715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uiPriority w:val="99"/>
    <w:rsid w:val="00715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uiPriority w:val="99"/>
    <w:rsid w:val="00715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"/>
    <w:uiPriority w:val="99"/>
    <w:rsid w:val="00715D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uiPriority w:val="99"/>
    <w:rsid w:val="00715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"/>
    <w:uiPriority w:val="99"/>
    <w:rsid w:val="00715D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"/>
    <w:uiPriority w:val="99"/>
    <w:rsid w:val="00715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"/>
    <w:uiPriority w:val="99"/>
    <w:rsid w:val="00715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"/>
    <w:uiPriority w:val="99"/>
    <w:rsid w:val="00715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"/>
    <w:uiPriority w:val="99"/>
    <w:rsid w:val="00715D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consplusnormal0">
    <w:name w:val="consplusnormal"/>
    <w:basedOn w:val="Normal"/>
    <w:uiPriority w:val="99"/>
    <w:rsid w:val="00715D1A"/>
  </w:style>
  <w:style w:type="paragraph" w:styleId="NoSpacing">
    <w:name w:val="No Spacing"/>
    <w:uiPriority w:val="99"/>
    <w:qFormat/>
    <w:rsid w:val="00715D1A"/>
    <w:rPr>
      <w:rFonts w:eastAsia="Times New Roman"/>
    </w:rPr>
  </w:style>
  <w:style w:type="paragraph" w:customStyle="1" w:styleId="consplustitle0">
    <w:name w:val="consplustitle"/>
    <w:basedOn w:val="Normal"/>
    <w:uiPriority w:val="99"/>
    <w:rsid w:val="00715D1A"/>
  </w:style>
  <w:style w:type="character" w:styleId="Strong">
    <w:name w:val="Strong"/>
    <w:basedOn w:val="DefaultParagraphFont"/>
    <w:uiPriority w:val="99"/>
    <w:qFormat/>
    <w:rsid w:val="00715D1A"/>
    <w:rPr>
      <w:rFonts w:cs="Times New Roman"/>
      <w:b/>
    </w:rPr>
  </w:style>
  <w:style w:type="paragraph" w:customStyle="1" w:styleId="consplusnonformat0">
    <w:name w:val="consplusnonformat"/>
    <w:basedOn w:val="Normal"/>
    <w:uiPriority w:val="99"/>
    <w:rsid w:val="00715D1A"/>
  </w:style>
  <w:style w:type="character" w:customStyle="1" w:styleId="a0">
    <w:name w:val="Знак Знак"/>
    <w:uiPriority w:val="99"/>
    <w:locked/>
    <w:rsid w:val="00715D1A"/>
    <w:rPr>
      <w:sz w:val="24"/>
      <w:lang w:val="ru-RU" w:eastAsia="ru-RU"/>
    </w:rPr>
  </w:style>
  <w:style w:type="paragraph" w:customStyle="1" w:styleId="a1">
    <w:name w:val="Знак"/>
    <w:basedOn w:val="Normal"/>
    <w:next w:val="Normal"/>
    <w:autoRedefine/>
    <w:uiPriority w:val="99"/>
    <w:rsid w:val="00715D1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Title">
    <w:name w:val="Title"/>
    <w:aliases w:val="Знак2"/>
    <w:basedOn w:val="Normal"/>
    <w:link w:val="TitleChar"/>
    <w:uiPriority w:val="99"/>
    <w:qFormat/>
    <w:rsid w:val="00715D1A"/>
    <w:pPr>
      <w:jc w:val="center"/>
    </w:pPr>
    <w:rPr>
      <w:sz w:val="32"/>
    </w:r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15D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715D1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Знак Знак31"/>
    <w:uiPriority w:val="99"/>
    <w:locked/>
    <w:rsid w:val="00715D1A"/>
    <w:rPr>
      <w:sz w:val="24"/>
    </w:rPr>
  </w:style>
  <w:style w:type="character" w:customStyle="1" w:styleId="5">
    <w:name w:val="Знак Знак5"/>
    <w:uiPriority w:val="99"/>
    <w:locked/>
    <w:rsid w:val="00715D1A"/>
    <w:rPr>
      <w:sz w:val="24"/>
      <w:lang w:val="ru-RU" w:eastAsia="ru-RU"/>
    </w:rPr>
  </w:style>
  <w:style w:type="character" w:customStyle="1" w:styleId="a2">
    <w:name w:val="Гипертекстовая ссылка"/>
    <w:uiPriority w:val="99"/>
    <w:rsid w:val="00715D1A"/>
    <w:rPr>
      <w:color w:val="106BBE"/>
    </w:rPr>
  </w:style>
  <w:style w:type="character" w:styleId="Hyperlink">
    <w:name w:val="Hyperlink"/>
    <w:basedOn w:val="DefaultParagraphFont"/>
    <w:uiPriority w:val="99"/>
    <w:rsid w:val="00715D1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15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D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61551599" TargetMode="External"/><Relationship Id="rId13" Type="http://schemas.openxmlformats.org/officeDocument/2006/relationships/hyperlink" Target="http://docs.cntd.ru/document/5531684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61428336" TargetMode="External"/><Relationship Id="rId12" Type="http://schemas.openxmlformats.org/officeDocument/2006/relationships/hyperlink" Target="consultantplus://offline/ref=4A195913C04E53FE12F2C2645F72A6D3F239EC6E02AA46D0632776A2C5AEFE62EF3E5C7DF8D07C21F2CD9B1D65A3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553168439" TargetMode="External"/><Relationship Id="rId11" Type="http://schemas.openxmlformats.org/officeDocument/2006/relationships/hyperlink" Target="http://pravo.tatarstan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docs.cntd.ru/document/561551599" TargetMode="External"/><Relationship Id="rId10" Type="http://schemas.openxmlformats.org/officeDocument/2006/relationships/hyperlink" Target="http://ribnaya-sloboda.tatarst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7EEE4DFDA0AD39E74C8F438BEEB2ADBCEEDAF8023F6495BB9D5C066DtCN8K" TargetMode="External"/><Relationship Id="rId14" Type="http://schemas.openxmlformats.org/officeDocument/2006/relationships/hyperlink" Target="http://docs.cntd.ru/document/5614283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421</TotalTime>
  <Pages>29</Pages>
  <Words>7882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Ахметова</dc:creator>
  <cp:keywords/>
  <dc:description/>
  <cp:lastModifiedBy>админ</cp:lastModifiedBy>
  <cp:revision>12</cp:revision>
  <cp:lastPrinted>2020-08-24T07:56:00Z</cp:lastPrinted>
  <dcterms:created xsi:type="dcterms:W3CDTF">2019-12-23T08:27:00Z</dcterms:created>
  <dcterms:modified xsi:type="dcterms:W3CDTF">2020-08-24T13:50:00Z</dcterms:modified>
</cp:coreProperties>
</file>